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19"/>
        <w:gridCol w:w="21"/>
        <w:gridCol w:w="670"/>
        <w:gridCol w:w="499"/>
        <w:gridCol w:w="795"/>
        <w:gridCol w:w="141"/>
        <w:gridCol w:w="27"/>
        <w:gridCol w:w="1107"/>
        <w:gridCol w:w="356"/>
        <w:gridCol w:w="408"/>
        <w:gridCol w:w="310"/>
        <w:gridCol w:w="60"/>
        <w:gridCol w:w="426"/>
        <w:gridCol w:w="81"/>
        <w:gridCol w:w="178"/>
        <w:gridCol w:w="1463"/>
      </w:tblGrid>
      <w:tr w:rsidR="00053988" w:rsidRPr="007D71BD" w14:paraId="54D4281E" w14:textId="77777777" w:rsidTr="00E2222D">
        <w:trPr>
          <w:trHeight w:val="450"/>
        </w:trPr>
        <w:tc>
          <w:tcPr>
            <w:tcW w:w="5823" w:type="dxa"/>
            <w:gridSpan w:val="15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77777777" w:rsidR="00053988" w:rsidRPr="00DF5DEF" w:rsidRDefault="00DE46D0" w:rsidP="00053988">
            <w:pPr>
              <w:rPr>
                <w:lang w:val="en-GB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0" locked="1" layoutInCell="0" allowOverlap="0" wp14:anchorId="0F48DDAD" wp14:editId="23B5CCBB">
                  <wp:simplePos x="0" y="0"/>
                  <wp:positionH relativeFrom="page">
                    <wp:posOffset>57785</wp:posOffset>
                  </wp:positionH>
                  <wp:positionV relativeFrom="page">
                    <wp:posOffset>123825</wp:posOffset>
                  </wp:positionV>
                  <wp:extent cx="3602990" cy="739140"/>
                  <wp:effectExtent l="0" t="0" r="0" b="3810"/>
                  <wp:wrapNone/>
                  <wp:docPr id="2" name="Grafik 2" descr="DGS-Kopf-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GS-Kopf-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990" cy="739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16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3D79A0" w:rsidRDefault="000330C0" w:rsidP="000330C0">
            <w:pPr>
              <w:jc w:val="center"/>
              <w:rPr>
                <w:rFonts w:ascii="Arial" w:hAnsi="Arial" w:cs="Arial"/>
                <w:sz w:val="44"/>
                <w:szCs w:val="44"/>
                <w:lang w:val="en-US"/>
              </w:rPr>
            </w:pPr>
            <w:r w:rsidRPr="003D79A0">
              <w:rPr>
                <w:rFonts w:ascii="Arial" w:hAnsi="Arial" w:cs="Arial"/>
                <w:sz w:val="44"/>
                <w:szCs w:val="44"/>
                <w:lang w:val="en-US"/>
              </w:rPr>
              <w:t>Service Report</w:t>
            </w:r>
          </w:p>
        </w:tc>
      </w:tr>
      <w:tr w:rsidR="00053988" w:rsidRPr="007D71BD" w14:paraId="0BAC96BE" w14:textId="77777777" w:rsidTr="001B1621">
        <w:trPr>
          <w:trHeight w:val="322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DF5DEF" w:rsidRDefault="003E73BB" w:rsidP="00053988">
            <w:pPr>
              <w:rPr>
                <w:lang w:val="en-GB"/>
              </w:rPr>
            </w:pPr>
            <w:r w:rsidRPr="003D6B98">
              <w:rPr>
                <w:rFonts w:ascii="Arial" w:hAnsi="Arial" w:cs="Tahoma"/>
                <w:sz w:val="18"/>
                <w:szCs w:val="18"/>
                <w:highlight w:val="yellow"/>
                <w:lang w:val="en-GB"/>
              </w:rPr>
              <w:t>Repair Order (RO) Nr.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6874E3F5" w:rsidR="00053988" w:rsidRPr="00DF5DEF" w:rsidRDefault="00B92A64" w:rsidP="00053988">
            <w:pPr>
              <w:rPr>
                <w:lang w:val="en-GB"/>
              </w:rPr>
            </w:pPr>
            <w:r w:rsidRPr="003D6B98">
              <w:rPr>
                <w:highlight w:val="yellow"/>
                <w:lang w:val="en-GB"/>
              </w:rPr>
              <w:t>To be determined</w:t>
            </w:r>
          </w:p>
        </w:tc>
      </w:tr>
      <w:tr w:rsidR="00053988" w:rsidRPr="007D71BD" w14:paraId="765E600F" w14:textId="77777777" w:rsidTr="001B1621">
        <w:trPr>
          <w:trHeight w:val="186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DF5DEF" w:rsidRDefault="003E73BB" w:rsidP="00053988">
            <w:pPr>
              <w:rPr>
                <w:lang w:val="en-GB"/>
              </w:rPr>
            </w:pPr>
            <w:r>
              <w:rPr>
                <w:rFonts w:ascii="Arial" w:hAnsi="Arial" w:cs="Tahoma"/>
                <w:sz w:val="18"/>
                <w:szCs w:val="18"/>
                <w:lang w:val="en-GB"/>
              </w:rPr>
              <w:t>Date of failure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76CB22D7" w:rsidR="00053988" w:rsidRPr="00DF5DEF" w:rsidRDefault="00CF0C2E" w:rsidP="00053988">
            <w:pPr>
              <w:rPr>
                <w:lang w:val="en-GB"/>
              </w:rPr>
            </w:pPr>
            <w:r>
              <w:rPr>
                <w:lang w:val="en-GB"/>
              </w:rPr>
              <w:t>02.06.2023</w:t>
            </w:r>
          </w:p>
        </w:tc>
      </w:tr>
      <w:tr w:rsidR="00053988" w:rsidRPr="007D71BD" w14:paraId="191FA376" w14:textId="77777777" w:rsidTr="00DB257A">
        <w:trPr>
          <w:trHeight w:val="270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DF5DEF" w:rsidRDefault="001B1621" w:rsidP="003E73BB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R</w:t>
            </w:r>
            <w:r w:rsidR="003E73BB">
              <w:rPr>
                <w:rFonts w:ascii="Arial" w:hAnsi="Arial" w:cs="Tahoma"/>
                <w:sz w:val="18"/>
                <w:szCs w:val="18"/>
                <w:lang w:val="en-GB"/>
              </w:rPr>
              <w:t xml:space="preserve">epair Order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Open Date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01903749" w:rsidR="00053988" w:rsidRPr="00DF5DEF" w:rsidRDefault="00CF0C2E" w:rsidP="00053988">
            <w:pPr>
              <w:rPr>
                <w:lang w:val="en-GB"/>
              </w:rPr>
            </w:pPr>
            <w:r>
              <w:rPr>
                <w:lang w:val="en-GB"/>
              </w:rPr>
              <w:t>02.06.2023</w:t>
            </w:r>
          </w:p>
        </w:tc>
      </w:tr>
      <w:tr w:rsidR="005D7075" w:rsidRPr="009343DA" w14:paraId="2AC0AC6D" w14:textId="77777777">
        <w:tc>
          <w:tcPr>
            <w:tcW w:w="10239" w:type="dxa"/>
            <w:gridSpan w:val="2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3B2495" w:rsidRDefault="003B2495" w:rsidP="007969C8">
            <w:pPr>
              <w:spacing w:before="100" w:beforeAutospacing="1" w:after="119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24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3B2495">
              <w:rPr>
                <w:rFonts w:ascii="Arial" w:hAnsi="Arial" w:cs="Arial"/>
                <w:b/>
                <w:bCs/>
                <w:sz w:val="22"/>
                <w:szCs w:val="22"/>
              </w:rPr>
              <w:t>Uzbekistan</w:t>
            </w:r>
            <w:proofErr w:type="spellEnd"/>
            <w:r w:rsidRPr="003B2495">
              <w:rPr>
                <w:rFonts w:ascii="Arial" w:hAnsi="Arial" w:cs="Arial"/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C448E3" w14:paraId="6B1A9A35" w14:textId="77777777">
        <w:tc>
          <w:tcPr>
            <w:tcW w:w="10239" w:type="dxa"/>
            <w:gridSpan w:val="2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E026CB" w:rsidRDefault="003B2495" w:rsidP="005967E0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Report to: </w:t>
            </w:r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Rolf Oerter, Customer Support, </w:t>
            </w:r>
            <w:proofErr w:type="gramStart"/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Training</w:t>
            </w:r>
            <w:r w:rsidR="005967E0" w:rsidRPr="005967E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>Tel</w:t>
            </w:r>
            <w:proofErr w:type="gramEnd"/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>+49 6131-5807-737</w:t>
            </w:r>
            <w:r w:rsidR="005967E0">
              <w:rPr>
                <w:rFonts w:ascii="Arial" w:hAnsi="Arial" w:cs="Arial"/>
                <w:sz w:val="16"/>
                <w:szCs w:val="16"/>
                <w:lang w:val="en-US"/>
              </w:rPr>
              <w:t>, cell: +49 1761-5807-737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  email: </w:t>
            </w:r>
            <w:hyperlink r:id="rId6" w:history="1">
              <w:r w:rsidR="005967E0" w:rsidRPr="005967E0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roerter@dgs-mainz.com</w:t>
              </w:r>
            </w:hyperlink>
            <w:r w:rsidR="005967E0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DB257A" w14:paraId="3745D90C" w14:textId="77777777" w:rsidTr="00146F5A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Customer, </w:t>
            </w:r>
            <w:proofErr w:type="spell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Orderer</w:t>
            </w:r>
            <w:proofErr w:type="spellEnd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E026CB" w:rsidRDefault="00E2222D" w:rsidP="00E2222D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Enduser</w:t>
            </w:r>
            <w:proofErr w:type="spellEnd"/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Owner</w:t>
            </w:r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Location of repair:</w:t>
            </w:r>
          </w:p>
        </w:tc>
      </w:tr>
      <w:tr w:rsidR="00CF0C2E" w:rsidRPr="00DF5DEF" w14:paraId="41A10E6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Name: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Yutong, Allison Transmission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/>
                <w:sz w:val="18"/>
                <w:szCs w:val="18"/>
                <w:lang w:val="en-US"/>
              </w:rPr>
              <w:t>TOSHSHAHARTRANSXIZMAT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4566532A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/>
                <w:sz w:val="18"/>
                <w:szCs w:val="18"/>
                <w:lang w:val="en-US"/>
              </w:rPr>
              <w:t>TOSHSHAHARTRANSXIZMAT</w:t>
            </w:r>
          </w:p>
        </w:tc>
      </w:tr>
      <w:tr w:rsidR="00CF0C2E" w:rsidRPr="00022609" w14:paraId="356D156E" w14:textId="77777777" w:rsidTr="004E7849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Street: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</w:tcBorders>
          </w:tcPr>
          <w:p w14:paraId="1992AE20" w14:textId="5536D864" w:rsidR="00CF0C2E" w:rsidRPr="00CD2989" w:rsidRDefault="00CD2989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CD2989">
              <w:rPr>
                <w:rFonts w:ascii="Arial" w:eastAsia="Lucida Sans Unicode" w:hAnsi="Arial" w:cs="Arial" w:hint="eastAsia"/>
                <w:sz w:val="18"/>
                <w:szCs w:val="18"/>
                <w:lang w:val="en-US"/>
              </w:rPr>
              <w:t>1320</w:t>
            </w:r>
            <w:r w:rsidRPr="00CD2989">
              <w:rPr>
                <w:rFonts w:ascii="Arial" w:eastAsia="Lucida Sans Unicode" w:hAnsi="Arial" w:cs="Arial"/>
                <w:sz w:val="18"/>
                <w:szCs w:val="18"/>
                <w:lang w:val="en-US"/>
              </w:rPr>
              <w:t>,Marketing</w:t>
            </w:r>
            <w:proofErr w:type="gramEnd"/>
            <w:r w:rsidRPr="00CD2989">
              <w:rPr>
                <w:rFonts w:ascii="Arial" w:eastAsia="Lucida Sans Unicode" w:hAnsi="Arial" w:cs="Arial"/>
                <w:sz w:val="18"/>
                <w:szCs w:val="18"/>
                <w:lang w:val="en-US"/>
              </w:rPr>
              <w:t xml:space="preserve"> Center, No.66 </w:t>
            </w:r>
            <w:proofErr w:type="spellStart"/>
            <w:r w:rsidRPr="00CD2989">
              <w:rPr>
                <w:rFonts w:ascii="Arial" w:eastAsia="Lucida Sans Unicode" w:hAnsi="Arial" w:cs="Arial"/>
                <w:sz w:val="18"/>
                <w:szCs w:val="18"/>
                <w:lang w:val="en-US"/>
              </w:rPr>
              <w:t>Yuxing</w:t>
            </w:r>
            <w:proofErr w:type="spellEnd"/>
            <w:r w:rsidRPr="00CD2989">
              <w:rPr>
                <w:rFonts w:ascii="Arial" w:eastAsia="Lucida Sans Unicode" w:hAnsi="Arial" w:cs="Arial"/>
                <w:sz w:val="18"/>
                <w:szCs w:val="18"/>
                <w:lang w:val="en-US"/>
              </w:rPr>
              <w:t xml:space="preserve"> Road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</w:tcBorders>
          </w:tcPr>
          <w:p w14:paraId="2B2ED279" w14:textId="590E233A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/>
                <w:sz w:val="18"/>
                <w:szCs w:val="18"/>
                <w:lang w:val="en-US"/>
              </w:rPr>
              <w:t>Amir Temur Street, 6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3BA8C935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/>
                <w:sz w:val="18"/>
                <w:szCs w:val="18"/>
                <w:lang w:val="en-US"/>
              </w:rPr>
              <w:t>Amir Temur Street, 6</w:t>
            </w:r>
          </w:p>
        </w:tc>
      </w:tr>
      <w:tr w:rsidR="00CF0C2E" w:rsidRPr="00DF5DEF" w14:paraId="75AE982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Town:</w:t>
            </w:r>
          </w:p>
        </w:tc>
        <w:tc>
          <w:tcPr>
            <w:tcW w:w="28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E026CB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D2989">
              <w:rPr>
                <w:rFonts w:ascii="Arial" w:hAnsi="Arial" w:cs="Arial"/>
                <w:sz w:val="18"/>
                <w:szCs w:val="18"/>
                <w:lang w:val="en-US"/>
              </w:rPr>
              <w:t>Economic Development Zone Zhengzhou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, China</w:t>
            </w:r>
          </w:p>
        </w:tc>
        <w:tc>
          <w:tcPr>
            <w:tcW w:w="3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/>
                <w:sz w:val="18"/>
                <w:szCs w:val="18"/>
                <w:lang w:val="en-US"/>
              </w:rPr>
              <w:t>Tashkent, Uzbekistan</w:t>
            </w:r>
          </w:p>
        </w:tc>
        <w:tc>
          <w:tcPr>
            <w:tcW w:w="32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/>
                <w:sz w:val="18"/>
                <w:szCs w:val="18"/>
                <w:lang w:val="en-US"/>
              </w:rPr>
              <w:t>Tashkent, Uzbekistan</w:t>
            </w:r>
          </w:p>
        </w:tc>
      </w:tr>
      <w:tr w:rsidR="00CF0C2E" w:rsidRPr="00DF5DEF" w14:paraId="617147C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ZIP Code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E026CB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F0C2E" w:rsidRPr="004E7849" w14:paraId="5EA1E98C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  <w:t>Province: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E026CB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F0C2E" w:rsidRPr="0037657A" w14:paraId="4130E7E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Contact: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185E67CF" w:rsidR="00CF0C2E" w:rsidRPr="0037657A" w:rsidRDefault="00CD2989" w:rsidP="006A12D3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37657A">
              <w:rPr>
                <w:rFonts w:ascii="Arial" w:eastAsia="Lucida Sans Unicode" w:hAnsi="Arial" w:cs="Arial"/>
                <w:color w:val="FF0000"/>
                <w:sz w:val="16"/>
                <w:szCs w:val="16"/>
                <w:lang w:val="en-US"/>
              </w:rPr>
              <w:t>Yang Wei</w:t>
            </w:r>
            <w:r w:rsidR="0037657A" w:rsidRPr="0037657A">
              <w:rPr>
                <w:rFonts w:ascii="Arial" w:eastAsia="Lucida Sans Unicode" w:hAnsi="Arial" w:cs="Arial"/>
                <w:color w:val="FF0000"/>
                <w:sz w:val="16"/>
                <w:szCs w:val="16"/>
                <w:lang w:val="en-US"/>
              </w:rPr>
              <w:t>, Yutong/ Jason Ding, AT</w:t>
            </w:r>
            <w:r w:rsidR="0037657A">
              <w:rPr>
                <w:rFonts w:ascii="Arial" w:eastAsia="Lucida Sans Unicode" w:hAnsi="Arial" w:cs="Arial"/>
                <w:color w:val="FF0000"/>
                <w:sz w:val="16"/>
                <w:szCs w:val="16"/>
                <w:lang w:val="en-US"/>
              </w:rPr>
              <w:t>I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C3FD076" w:rsidR="00CF0C2E" w:rsidRPr="0037657A" w:rsidRDefault="00D52F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52F89">
              <w:rPr>
                <w:rFonts w:ascii="Arial" w:hAnsi="Arial" w:cs="Arial"/>
                <w:sz w:val="18"/>
                <w:szCs w:val="18"/>
                <w:lang w:val="en-US"/>
              </w:rPr>
              <w:t xml:space="preserve">Azizov, </w:t>
            </w:r>
            <w:proofErr w:type="spellStart"/>
            <w:r w:rsidRPr="00D52F89">
              <w:rPr>
                <w:rFonts w:ascii="Arial" w:hAnsi="Arial" w:cs="Arial"/>
                <w:sz w:val="18"/>
                <w:szCs w:val="18"/>
                <w:lang w:val="en-US"/>
              </w:rPr>
              <w:t>Abdujamil</w:t>
            </w:r>
            <w:proofErr w:type="spellEnd"/>
            <w:r w:rsidRPr="00D52F8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2F89">
              <w:rPr>
                <w:rFonts w:ascii="Arial" w:hAnsi="Arial" w:cs="Arial"/>
                <w:sz w:val="18"/>
                <w:szCs w:val="18"/>
                <w:lang w:val="en-US"/>
              </w:rPr>
              <w:t>Abdugafarovich</w:t>
            </w:r>
            <w:proofErr w:type="spellEnd"/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37657A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F0C2E" w:rsidRPr="00DF5DEF" w14:paraId="3E842C6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Tel.: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 w:hint="eastAsia"/>
                <w:sz w:val="18"/>
                <w:szCs w:val="18"/>
                <w:lang w:val="en-US"/>
              </w:rPr>
              <w:t>+998981772552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39A394F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 w:hint="eastAsia"/>
                <w:sz w:val="18"/>
                <w:szCs w:val="18"/>
                <w:lang w:val="en-US"/>
              </w:rPr>
              <w:t>+998981772552</w:t>
            </w:r>
          </w:p>
        </w:tc>
      </w:tr>
      <w:tr w:rsidR="00CF0C2E" w:rsidRPr="00DF5DEF" w14:paraId="1F5B20A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Fax: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F0C2E" w:rsidRPr="00DF5DEF" w14:paraId="5600ABA3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CD2989" w:rsidRDefault="00CF0C2E" w:rsidP="00CD2989">
            <w:pPr>
              <w:spacing w:before="100" w:beforeAutospacing="1" w:after="100" w:afterAutospacing="1"/>
              <w:rPr>
                <w:rFonts w:ascii="Arial" w:eastAsia="Lucida Sans Unicode" w:hAnsi="Arial" w:cs="Arial"/>
                <w:color w:val="FF0000"/>
                <w:sz w:val="18"/>
                <w:szCs w:val="18"/>
                <w:lang w:val="en-US"/>
              </w:rPr>
            </w:pPr>
            <w:r w:rsidRPr="00CD2989">
              <w:rPr>
                <w:rFonts w:ascii="Arial" w:eastAsia="Lucida Sans Unicode" w:hAnsi="Arial" w:cs="Arial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2EF465FF" w:rsidR="00CF0C2E" w:rsidRPr="0037657A" w:rsidRDefault="00CD2989" w:rsidP="00CD2989">
            <w:pPr>
              <w:spacing w:before="100" w:beforeAutospacing="1" w:after="100" w:afterAutospacing="1"/>
              <w:rPr>
                <w:rFonts w:ascii="Arial" w:eastAsia="Lucida Sans Unicode" w:hAnsi="Arial" w:cs="Arial"/>
                <w:color w:val="FF0000"/>
                <w:sz w:val="12"/>
                <w:szCs w:val="12"/>
                <w:lang w:val="en-US"/>
              </w:rPr>
            </w:pPr>
            <w:r w:rsidRPr="0037657A">
              <w:rPr>
                <w:rFonts w:ascii="Arial" w:eastAsia="Lucida Sans Unicode" w:hAnsi="Arial" w:cs="Arial"/>
                <w:color w:val="FF0000"/>
                <w:sz w:val="12"/>
                <w:szCs w:val="12"/>
                <w:lang w:val="en-US"/>
              </w:rPr>
              <w:t>yangweih</w:t>
            </w:r>
            <w:hyperlink r:id="rId7" w:tgtFrame="_blank" w:history="1">
              <w:r w:rsidRPr="0037657A">
                <w:rPr>
                  <w:rFonts w:ascii="Arial" w:eastAsia="Lucida Sans Unicode" w:hAnsi="Arial" w:cs="Arial"/>
                  <w:color w:val="FF0000"/>
                  <w:sz w:val="12"/>
                  <w:szCs w:val="12"/>
                  <w:lang w:val="en-US"/>
                </w:rPr>
                <w:t>@yutong.com</w:t>
              </w:r>
            </w:hyperlink>
            <w:r w:rsidR="0037657A" w:rsidRPr="0037657A">
              <w:rPr>
                <w:rFonts w:ascii="Arial" w:eastAsia="Lucida Sans Unicode" w:hAnsi="Arial" w:cs="Arial"/>
                <w:color w:val="FF0000"/>
                <w:sz w:val="12"/>
                <w:szCs w:val="12"/>
                <w:lang w:val="en-US"/>
              </w:rPr>
              <w:t xml:space="preserve">, </w:t>
            </w:r>
            <w:r w:rsidR="0037657A">
              <w:rPr>
                <w:rFonts w:ascii="Arial" w:eastAsia="Lucida Sans Unicode" w:hAnsi="Arial" w:cs="Arial"/>
                <w:color w:val="FF0000"/>
                <w:sz w:val="12"/>
                <w:szCs w:val="12"/>
                <w:lang w:val="en-US"/>
              </w:rPr>
              <w:t xml:space="preserve"> Jason Ding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 w:hint="eastAsia"/>
                <w:sz w:val="18"/>
                <w:szCs w:val="18"/>
                <w:lang w:val="en-US"/>
              </w:rPr>
              <w:t>info@tashbus.uz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0DDD933C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 w:hint="eastAsia"/>
                <w:sz w:val="18"/>
                <w:szCs w:val="18"/>
                <w:lang w:val="en-US"/>
              </w:rPr>
              <w:t>info@tashbus.uz</w:t>
            </w:r>
          </w:p>
        </w:tc>
      </w:tr>
      <w:tr w:rsidR="00CF0C2E" w:rsidRPr="00DF5DEF" w14:paraId="40F3B33E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Purchase order #:</w:t>
            </w:r>
          </w:p>
        </w:tc>
        <w:tc>
          <w:tcPr>
            <w:tcW w:w="2258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7A663DC9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026CB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  <w:r w:rsidR="00CA08F7" w:rsidRPr="009A23EE">
              <w:rPr>
                <w:rFonts w:ascii="Arial" w:hAnsi="Arial" w:cs="Arial"/>
                <w:sz w:val="18"/>
                <w:szCs w:val="18"/>
                <w:lang w:val="en-GB"/>
              </w:rPr>
              <w:t>Per email of 02.06.2023</w:t>
            </w:r>
          </w:p>
        </w:tc>
        <w:tc>
          <w:tcPr>
            <w:tcW w:w="3260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PO Date: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404B3DB1" w:rsidR="00CF0C2E" w:rsidRPr="00E026CB" w:rsidRDefault="00CA08F7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02.06.2023</w:t>
            </w:r>
          </w:p>
        </w:tc>
      </w:tr>
      <w:tr w:rsidR="00CF0C2E" w:rsidRPr="00DF5DEF" w14:paraId="1FDF64B0" w14:textId="77777777" w:rsidTr="00A83BA2">
        <w:tc>
          <w:tcPr>
            <w:tcW w:w="3718" w:type="dxa"/>
            <w:gridSpan w:val="11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Repairing Outlet (Allison Dealer)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E026CB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E026CB" w:rsidRDefault="00CF0C2E" w:rsidP="00CF0C2E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F0C2E" w:rsidRPr="00DF5DEF" w14:paraId="48DC025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Transm. Model: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T375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6EDDC30F" w:rsidR="00CF0C2E" w:rsidRPr="009A23EE" w:rsidRDefault="009A23EE" w:rsidP="006A12D3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E027061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467758D9" w:rsidR="00CF0C2E" w:rsidRPr="009A23EE" w:rsidRDefault="00CF0C2E" w:rsidP="00CF0C2E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21C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6511879677</w:t>
            </w:r>
          </w:p>
        </w:tc>
      </w:tr>
      <w:tr w:rsidR="00CF0C2E" w:rsidRPr="00DF5DEF" w14:paraId="2463FF05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6E21C0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Replacement Transmission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36487677" w:rsidR="00CF0C2E" w:rsidRPr="009A23EE" w:rsidRDefault="006E21C0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T375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236FCA02" w:rsidR="00CF0C2E" w:rsidRPr="00E026CB" w:rsidRDefault="006E21C0" w:rsidP="006E21C0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E21C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6520238396</w:t>
            </w:r>
          </w:p>
        </w:tc>
      </w:tr>
      <w:tr w:rsidR="00CF0C2E" w:rsidRPr="00A83BA2" w14:paraId="5041A960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TCM, ECU, 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26CDDEBF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63CR0YQ8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A83BA2" w14:paraId="022ECE6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Replacement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TCM</w:t>
            </w:r>
            <w:proofErr w:type="gram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, ECU, 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DF5DEF" w14:paraId="310F021C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Non-Allison Part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 3: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 3: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DF5DEF" w14:paraId="1F637912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Application: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CF0C2E" w:rsidRPr="009A23EE" w:rsidRDefault="009A23EE" w:rsidP="006A12D3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City Bus</w:t>
            </w:r>
            <w:r w:rsidR="006A12D3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OEM: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it-IT"/>
              </w:rPr>
              <w:t>Model: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CF0C2E" w:rsidRPr="009A23EE" w:rsidRDefault="009A23EE" w:rsidP="006A12D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23EE">
              <w:rPr>
                <w:rFonts w:ascii="Arial" w:eastAsia="Lucida Sans Unicode" w:hAnsi="Arial" w:cs="Arial"/>
                <w:sz w:val="20"/>
                <w:szCs w:val="20"/>
                <w:lang w:val="it-IT"/>
              </w:rPr>
              <w:t> </w:t>
            </w:r>
            <w:r w:rsidRPr="009A23EE">
              <w:rPr>
                <w:rFonts w:ascii="Arial" w:eastAsia="Lucida Sans Unicode" w:hAnsi="Arial" w:cs="Arial" w:hint="eastAsia"/>
                <w:sz w:val="20"/>
                <w:szCs w:val="20"/>
                <w:lang w:val="it-IT"/>
              </w:rPr>
              <w:t>ZK6126HG</w:t>
            </w:r>
          </w:p>
        </w:tc>
      </w:tr>
      <w:tr w:rsidR="00CF0C2E" w:rsidRPr="00DF5DEF" w14:paraId="4B200737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Application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Code: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29BCB388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BU02</w:t>
            </w:r>
          </w:p>
        </w:tc>
        <w:tc>
          <w:tcPr>
            <w:tcW w:w="6521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CF0C2E" w:rsidRPr="00DF5DEF" w14:paraId="1D0D3FC2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vehicle ID #: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4347C236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 w:hint="eastAsia"/>
                <w:sz w:val="20"/>
                <w:szCs w:val="20"/>
                <w:lang w:val="en-GB"/>
              </w:rPr>
              <w:t>LZYTMGEF8P1003793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Registr.plate</w:t>
            </w:r>
            <w:proofErr w:type="spell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Engine: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DF5DEF" w14:paraId="4022EE61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04C9ED2D" w:rsidR="00CF0C2E" w:rsidRPr="00E026CB" w:rsidRDefault="00987ECC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Vehicle </w:t>
            </w:r>
            <w:r w:rsidR="00CF0C2E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In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-</w:t>
            </w:r>
            <w:r w:rsidR="00CF0C2E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Service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-</w:t>
            </w:r>
            <w:r w:rsidR="00CF0C2E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Date</w:t>
            </w:r>
            <w:r w:rsidR="00CF0C2E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02DC7E23" w:rsidR="00CF0C2E" w:rsidRPr="00CD2989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D2989">
              <w:rPr>
                <w:rFonts w:ascii="Arial" w:hAnsi="Arial" w:cs="Arial"/>
                <w:b/>
                <w:sz w:val="20"/>
                <w:szCs w:val="20"/>
                <w:lang w:val="en-GB"/>
              </w:rPr>
              <w:t>23.05.2023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Veh.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hours: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Veh.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km: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2D967A0A" w:rsidR="00CF0C2E" w:rsidRPr="00CD2989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D2989">
              <w:rPr>
                <w:rFonts w:ascii="Arial" w:hAnsi="Arial" w:cs="Arial"/>
                <w:sz w:val="20"/>
                <w:szCs w:val="20"/>
                <w:lang w:val="en-GB"/>
              </w:rPr>
              <w:t>14834</w:t>
            </w:r>
          </w:p>
        </w:tc>
      </w:tr>
      <w:tr w:rsidR="00CF0C2E" w:rsidRPr="00C448E3" w14:paraId="5A03C786" w14:textId="77777777" w:rsidTr="00AD0041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Pre Delivery</w:t>
            </w:r>
            <w:proofErr w:type="gramEnd"/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NO</w:t>
            </w:r>
          </w:p>
        </w:tc>
        <w:tc>
          <w:tcPr>
            <w:tcW w:w="57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E026CB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X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Claim Type: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538D2A50" w:rsidR="00CF0C2E" w:rsidRPr="00E026CB" w:rsidRDefault="00C448E3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Machine</w:t>
            </w:r>
          </w:p>
        </w:tc>
        <w:tc>
          <w:tcPr>
            <w:tcW w:w="156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77777777" w:rsidR="00CF0C2E" w:rsidRPr="00AD0041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D0041">
              <w:rPr>
                <w:rFonts w:ascii="Arial" w:hAnsi="Arial" w:cs="Arial"/>
                <w:b/>
                <w:sz w:val="16"/>
                <w:szCs w:val="16"/>
                <w:lang w:val="en-GB"/>
              </w:rPr>
              <w:t>Field Action #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or Activity Indicator</w:t>
            </w:r>
          </w:p>
        </w:tc>
        <w:tc>
          <w:tcPr>
            <w:tcW w:w="17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C448E3" w14:paraId="142DD5D9" w14:textId="77777777" w:rsidTr="00DB257A">
        <w:tc>
          <w:tcPr>
            <w:tcW w:w="6957" w:type="dxa"/>
            <w:gridSpan w:val="17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Transmission</w:t>
            </w:r>
            <w:r w:rsidRPr="00E026CB">
              <w:rPr>
                <w:rFonts w:ascii="Arial" w:hAnsi="Arial" w:cs="Arial"/>
                <w:sz w:val="16"/>
                <w:szCs w:val="16"/>
                <w:lang w:val="en-GB"/>
              </w:rPr>
              <w:t xml:space="preserve"> :</w:t>
            </w:r>
            <w:proofErr w:type="gramEnd"/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93F15A2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AB4CC6" w14:paraId="316F643E" w14:textId="77777777" w:rsidTr="00AB4CC6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km if company car used: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PFPN: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229392E1" w:rsidR="00CF0C2E" w:rsidRPr="000B3B15" w:rsidRDefault="000B3B15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B3B15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SWING</w:t>
            </w:r>
          </w:p>
        </w:tc>
      </w:tr>
      <w:tr w:rsidR="00CF0C2E" w:rsidRPr="00AB4CC6" w14:paraId="4E3EE715" w14:textId="77777777" w:rsidTr="00344925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77777777" w:rsidR="00CF0C2E" w:rsidRPr="000B3B15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</w:pPr>
            <w:r w:rsidRPr="000B3B15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Labor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5E85E877" w:rsidR="00CF0C2E" w:rsidRPr="000B3B15" w:rsidRDefault="000B3B15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</w:pPr>
            <w:r w:rsidRPr="000B3B15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27.06.2023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Technician’s Name:</w:t>
            </w:r>
          </w:p>
        </w:tc>
        <w:tc>
          <w:tcPr>
            <w:tcW w:w="2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4C241FC4" w:rsidR="00CF0C2E" w:rsidRPr="00E026CB" w:rsidRDefault="00A14BBB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Tokhir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Abbasov, Rolf Oerter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5D7075" w14:paraId="0B251A7C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Failure Code</w:t>
            </w: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0F2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CF0C2E" w:rsidRPr="005D7075" w14:paraId="0E08F8B7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243D6982" w:rsidR="00CF0C2E" w:rsidRPr="00E026CB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P0732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00429305" w:rsidR="00CF0C2E" w:rsidRPr="00E026CB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P2714</w:t>
            </w: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B17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</w:tbl>
    <w:p w14:paraId="093A4393" w14:textId="77777777" w:rsidR="0065737B" w:rsidRDefault="0065737B" w:rsidP="00912D3B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B3F0FA2" w14:textId="77777777" w:rsidR="00A656F9" w:rsidRDefault="00A656F9">
      <w:p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 w:type="page"/>
      </w:r>
    </w:p>
    <w:p w14:paraId="5F0DCA2C" w14:textId="41062BE3" w:rsidR="00556029" w:rsidRPr="00556029" w:rsidRDefault="00EA3FBB" w:rsidP="00556029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556029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Complaint:</w:t>
      </w:r>
      <w:r w:rsidR="00001C8E" w:rsidRPr="00556029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556029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472250">
        <w:rPr>
          <w:rFonts w:ascii="Arial" w:hAnsi="Arial" w:cs="Arial"/>
          <w:b/>
          <w:bCs/>
          <w:sz w:val="20"/>
          <w:szCs w:val="20"/>
          <w:lang w:val="en-US"/>
        </w:rPr>
        <w:t xml:space="preserve"> Friday, 02.06.2023</w:t>
      </w:r>
      <w:r w:rsidR="00556029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CF1EF4" w:rsidRPr="00556029">
        <w:rPr>
          <w:rFonts w:ascii="Arial" w:hAnsi="Arial" w:cs="Arial"/>
          <w:sz w:val="20"/>
          <w:szCs w:val="20"/>
          <w:lang w:val="en-US"/>
        </w:rPr>
        <w:t>DTC P0732 and DTC P2714. Transmissi</w:t>
      </w:r>
      <w:r w:rsidR="00A14BBB" w:rsidRPr="00556029">
        <w:rPr>
          <w:rFonts w:ascii="Arial" w:hAnsi="Arial" w:cs="Arial"/>
          <w:sz w:val="20"/>
          <w:szCs w:val="20"/>
          <w:lang w:val="en-US"/>
        </w:rPr>
        <w:t>o</w:t>
      </w:r>
      <w:r w:rsidR="00CF1EF4" w:rsidRPr="00556029">
        <w:rPr>
          <w:rFonts w:ascii="Arial" w:hAnsi="Arial" w:cs="Arial"/>
          <w:sz w:val="20"/>
          <w:szCs w:val="20"/>
          <w:lang w:val="en-US"/>
        </w:rPr>
        <w:t>n locks in 3</w:t>
      </w:r>
      <w:r w:rsidR="00CF1EF4" w:rsidRPr="00556029">
        <w:rPr>
          <w:rFonts w:ascii="Arial" w:hAnsi="Arial" w:cs="Arial"/>
          <w:sz w:val="20"/>
          <w:szCs w:val="20"/>
          <w:vertAlign w:val="superscript"/>
          <w:lang w:val="en-US"/>
        </w:rPr>
        <w:t>rd</w:t>
      </w:r>
      <w:r w:rsidR="00CF1EF4" w:rsidRPr="00556029">
        <w:rPr>
          <w:rFonts w:ascii="Arial" w:hAnsi="Arial" w:cs="Arial"/>
          <w:sz w:val="20"/>
          <w:szCs w:val="20"/>
          <w:lang w:val="en-US"/>
        </w:rPr>
        <w:t xml:space="preserve"> range</w:t>
      </w:r>
      <w:r w:rsidR="00CF1EF4" w:rsidRPr="00556029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="00556029" w:rsidRPr="00556029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556029" w:rsidRPr="00556029">
        <w:rPr>
          <w:rFonts w:ascii="Arial" w:hAnsi="Arial" w:cs="Arial"/>
          <w:bCs/>
          <w:sz w:val="20"/>
          <w:szCs w:val="20"/>
          <w:lang w:val="en-US"/>
        </w:rPr>
        <w:t>According to the driver, the Transmission TCM had already been swapped from another bus for diagnostic purposes, but the malfunction stood the same.</w:t>
      </w:r>
    </w:p>
    <w:p w14:paraId="1A2B4AD1" w14:textId="77777777" w:rsidR="00507AC2" w:rsidRPr="00001C8E" w:rsidRDefault="00507AC2" w:rsidP="00B876A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/>
        </w:rPr>
      </w:pPr>
    </w:p>
    <w:p w14:paraId="09E1F6EA" w14:textId="0148F3E6" w:rsidR="00B72E22" w:rsidRDefault="00DB257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proofErr w:type="gramStart"/>
      <w:r>
        <w:rPr>
          <w:rFonts w:ascii="Arial" w:hAnsi="Arial" w:cs="Arial"/>
          <w:b/>
          <w:sz w:val="20"/>
          <w:szCs w:val="20"/>
          <w:lang w:val="fr-FR"/>
        </w:rPr>
        <w:t>Cause</w:t>
      </w:r>
      <w:r w:rsidR="00B72E22" w:rsidRPr="00070A1F">
        <w:rPr>
          <w:rFonts w:ascii="Arial" w:hAnsi="Arial" w:cs="Arial"/>
          <w:b/>
          <w:sz w:val="20"/>
          <w:szCs w:val="20"/>
          <w:lang w:val="fr-FR"/>
        </w:rPr>
        <w:t>:</w:t>
      </w:r>
      <w:proofErr w:type="gramEnd"/>
      <w:r w:rsidR="00A14BBB">
        <w:rPr>
          <w:rFonts w:ascii="Arial" w:hAnsi="Arial" w:cs="Arial"/>
          <w:b/>
          <w:sz w:val="20"/>
          <w:szCs w:val="20"/>
          <w:lang w:val="fr-FR"/>
        </w:rPr>
        <w:t xml:space="preserve">  </w:t>
      </w:r>
      <w:r w:rsidR="00556029">
        <w:rPr>
          <w:rFonts w:ascii="Arial" w:hAnsi="Arial" w:cs="Arial"/>
          <w:b/>
          <w:sz w:val="20"/>
          <w:szCs w:val="20"/>
          <w:lang w:val="fr-FR"/>
        </w:rPr>
        <w:tab/>
      </w:r>
      <w:proofErr w:type="spellStart"/>
      <w:r w:rsidR="00A14BBB" w:rsidRPr="00A14BBB">
        <w:rPr>
          <w:rFonts w:ascii="Arial" w:hAnsi="Arial" w:cs="Arial"/>
          <w:bCs/>
          <w:sz w:val="20"/>
          <w:szCs w:val="20"/>
          <w:lang w:val="fr-FR"/>
        </w:rPr>
        <w:t>Slipping</w:t>
      </w:r>
      <w:proofErr w:type="spellEnd"/>
      <w:r w:rsidR="00A14BBB" w:rsidRPr="00A14BBB">
        <w:rPr>
          <w:rFonts w:ascii="Arial" w:hAnsi="Arial" w:cs="Arial"/>
          <w:bCs/>
          <w:sz w:val="20"/>
          <w:szCs w:val="20"/>
          <w:lang w:val="fr-FR"/>
        </w:rPr>
        <w:t xml:space="preserve"> C4 </w:t>
      </w:r>
      <w:proofErr w:type="spellStart"/>
      <w:r w:rsidR="00A14BBB" w:rsidRPr="00A14BBB">
        <w:rPr>
          <w:rFonts w:ascii="Arial" w:hAnsi="Arial" w:cs="Arial"/>
          <w:bCs/>
          <w:sz w:val="20"/>
          <w:szCs w:val="20"/>
          <w:lang w:val="fr-FR"/>
        </w:rPr>
        <w:t>clutch</w:t>
      </w:r>
      <w:proofErr w:type="spellEnd"/>
    </w:p>
    <w:p w14:paraId="3CCA3152" w14:textId="77777777" w:rsidR="00B53A39" w:rsidRDefault="00B53A39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3EA86C6E" w14:textId="45DC5E44" w:rsidR="00A14BBB" w:rsidRDefault="00070A1F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DB257A">
        <w:rPr>
          <w:rFonts w:ascii="Arial" w:hAnsi="Arial" w:cs="Arial"/>
          <w:b/>
          <w:sz w:val="20"/>
          <w:szCs w:val="20"/>
          <w:lang w:val="en-US"/>
        </w:rPr>
        <w:t>Correction</w:t>
      </w:r>
      <w:r w:rsidR="00B53A39" w:rsidRPr="00DB257A">
        <w:rPr>
          <w:rFonts w:ascii="Arial" w:hAnsi="Arial" w:cs="Arial"/>
          <w:b/>
          <w:sz w:val="20"/>
          <w:szCs w:val="20"/>
          <w:lang w:val="en-US"/>
        </w:rPr>
        <w:t>:</w:t>
      </w:r>
      <w:r w:rsidR="00A14BB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56029">
        <w:rPr>
          <w:rFonts w:ascii="Arial" w:hAnsi="Arial" w:cs="Arial"/>
          <w:b/>
          <w:sz w:val="20"/>
          <w:szCs w:val="20"/>
          <w:lang w:val="en-US"/>
        </w:rPr>
        <w:tab/>
      </w:r>
      <w:r w:rsidR="00472250">
        <w:rPr>
          <w:rFonts w:ascii="Arial" w:hAnsi="Arial" w:cs="Arial"/>
          <w:b/>
          <w:sz w:val="20"/>
          <w:szCs w:val="20"/>
          <w:lang w:val="en-US"/>
        </w:rPr>
        <w:t>Monday, 05.06.2023</w:t>
      </w:r>
      <w:r w:rsidR="00472250">
        <w:rPr>
          <w:rFonts w:ascii="Arial" w:hAnsi="Arial" w:cs="Arial"/>
          <w:b/>
          <w:sz w:val="20"/>
          <w:szCs w:val="20"/>
          <w:lang w:val="en-US"/>
        </w:rPr>
        <w:tab/>
      </w:r>
      <w:r w:rsidR="00A14BBB">
        <w:rPr>
          <w:rFonts w:ascii="Arial" w:hAnsi="Arial" w:cs="Arial"/>
          <w:b/>
          <w:sz w:val="20"/>
          <w:szCs w:val="20"/>
          <w:lang w:val="en-US"/>
        </w:rPr>
        <w:t>Our</w:t>
      </w:r>
      <w:r w:rsidR="00B53A3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14BBB" w:rsidRPr="00A14BBB">
        <w:rPr>
          <w:rFonts w:ascii="Arial" w:hAnsi="Arial" w:cs="Arial"/>
          <w:bCs/>
          <w:sz w:val="20"/>
          <w:szCs w:val="20"/>
          <w:lang w:val="en-US"/>
        </w:rPr>
        <w:t>Dealer</w:t>
      </w:r>
      <w:r w:rsidR="00A14BBB">
        <w:rPr>
          <w:rFonts w:ascii="Arial" w:hAnsi="Arial" w:cs="Arial"/>
          <w:bCs/>
          <w:sz w:val="20"/>
          <w:szCs w:val="20"/>
          <w:lang w:val="en-US"/>
        </w:rPr>
        <w:t xml:space="preserve"> Global Industrial Solutions LLC checked vehicle on job site.</w:t>
      </w:r>
    </w:p>
    <w:p w14:paraId="33D2E71D" w14:textId="633C9CD7" w:rsidR="00391E69" w:rsidRDefault="00A14BBB" w:rsidP="00A14BB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A14BBB">
        <w:rPr>
          <w:rFonts w:ascii="Arial" w:hAnsi="Arial" w:cs="Arial"/>
          <w:bCs/>
          <w:sz w:val="20"/>
          <w:szCs w:val="20"/>
          <w:lang w:val="en-US"/>
        </w:rPr>
        <w:t>Checked oil level and found ok. But the Oil level had recently been corrected by either OEM Service or by customer fleet technician by having added 1 to 2 liters. Since required fluid spec was not on hand, any available oil was added. Unknown, which oil was added.</w:t>
      </w:r>
      <w:r w:rsidR="00556029">
        <w:rPr>
          <w:rFonts w:ascii="Arial" w:hAnsi="Arial" w:cs="Arial"/>
          <w:bCs/>
          <w:sz w:val="20"/>
          <w:szCs w:val="20"/>
          <w:lang w:val="en-US"/>
        </w:rPr>
        <w:br/>
      </w:r>
    </w:p>
    <w:p w14:paraId="23B10C11" w14:textId="2759C298" w:rsidR="00556029" w:rsidRDefault="00A14BBB" w:rsidP="00556029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Performed test drive to evaluate complaint. Found DTC P0732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occuring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556029">
        <w:rPr>
          <w:rFonts w:ascii="Arial" w:hAnsi="Arial" w:cs="Arial"/>
          <w:bCs/>
          <w:sz w:val="20"/>
          <w:szCs w:val="20"/>
          <w:lang w:val="en-US"/>
        </w:rPr>
        <w:t>during a 1-2 upshift. The transmission consequently locked in 3</w:t>
      </w:r>
      <w:r w:rsidR="00556029" w:rsidRPr="00556029">
        <w:rPr>
          <w:rFonts w:ascii="Arial" w:hAnsi="Arial" w:cs="Arial"/>
          <w:bCs/>
          <w:sz w:val="20"/>
          <w:szCs w:val="20"/>
          <w:vertAlign w:val="superscript"/>
          <w:lang w:val="en-US"/>
        </w:rPr>
        <w:t>rd</w:t>
      </w:r>
      <w:r w:rsidR="00556029">
        <w:rPr>
          <w:rFonts w:ascii="Arial" w:hAnsi="Arial" w:cs="Arial"/>
          <w:bCs/>
          <w:sz w:val="20"/>
          <w:szCs w:val="20"/>
          <w:lang w:val="en-US"/>
        </w:rPr>
        <w:t xml:space="preserve"> range for fail safe operation.</w:t>
      </w:r>
      <w:r w:rsidR="00556029">
        <w:rPr>
          <w:rFonts w:ascii="Arial" w:hAnsi="Arial" w:cs="Arial"/>
          <w:bCs/>
          <w:sz w:val="20"/>
          <w:szCs w:val="20"/>
          <w:lang w:val="en-US"/>
        </w:rPr>
        <w:br/>
      </w:r>
    </w:p>
    <w:p w14:paraId="2321FF1B" w14:textId="0AC46BF6" w:rsidR="00556029" w:rsidRDefault="00556029" w:rsidP="00556029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Checked all connectors and wiring. Visually ok.</w:t>
      </w:r>
      <w:r>
        <w:rPr>
          <w:rFonts w:ascii="Arial" w:hAnsi="Arial" w:cs="Arial"/>
          <w:bCs/>
          <w:sz w:val="20"/>
          <w:szCs w:val="20"/>
          <w:lang w:val="en-US"/>
        </w:rPr>
        <w:br/>
      </w:r>
    </w:p>
    <w:p w14:paraId="3D52ECBB" w14:textId="39632746" w:rsidR="00987ECC" w:rsidRPr="00987ECC" w:rsidRDefault="00556029" w:rsidP="00987ECC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Performed clutch test with Allison DOC Diagnostic tool. </w:t>
      </w:r>
      <w:r w:rsidRPr="00924D0B">
        <w:rPr>
          <w:rFonts w:ascii="Arial" w:hAnsi="Arial" w:cs="Arial"/>
          <w:b/>
          <w:sz w:val="20"/>
          <w:szCs w:val="20"/>
          <w:lang w:val="en-US"/>
        </w:rPr>
        <w:t>Found slip in 2</w:t>
      </w:r>
      <w:r w:rsidRPr="00924D0B">
        <w:rPr>
          <w:rFonts w:ascii="Arial" w:hAnsi="Arial" w:cs="Arial"/>
          <w:b/>
          <w:sz w:val="20"/>
          <w:szCs w:val="20"/>
          <w:vertAlign w:val="superscript"/>
          <w:lang w:val="en-US"/>
        </w:rPr>
        <w:t>nd</w:t>
      </w:r>
      <w:r w:rsidRPr="00924D0B">
        <w:rPr>
          <w:rFonts w:ascii="Arial" w:hAnsi="Arial" w:cs="Arial"/>
          <w:b/>
          <w:sz w:val="20"/>
          <w:szCs w:val="20"/>
          <w:lang w:val="en-US"/>
        </w:rPr>
        <w:t xml:space="preserve"> range and in 6</w:t>
      </w:r>
      <w:r w:rsidRPr="00924D0B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Pr="00924D0B">
        <w:rPr>
          <w:rFonts w:ascii="Arial" w:hAnsi="Arial" w:cs="Arial"/>
          <w:b/>
          <w:sz w:val="20"/>
          <w:szCs w:val="20"/>
          <w:lang w:val="en-US"/>
        </w:rPr>
        <w:t xml:space="preserve"> range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, </w:t>
      </w:r>
      <w:proofErr w:type="gramStart"/>
      <w:r>
        <w:rPr>
          <w:rFonts w:ascii="Arial" w:hAnsi="Arial" w:cs="Arial"/>
          <w:bCs/>
          <w:sz w:val="20"/>
          <w:szCs w:val="20"/>
          <w:lang w:val="en-US"/>
        </w:rPr>
        <w:t>All</w:t>
      </w:r>
      <w:proofErr w:type="gramEnd"/>
      <w:r>
        <w:rPr>
          <w:rFonts w:ascii="Arial" w:hAnsi="Arial" w:cs="Arial"/>
          <w:bCs/>
          <w:sz w:val="20"/>
          <w:szCs w:val="20"/>
          <w:lang w:val="en-US"/>
        </w:rPr>
        <w:t xml:space="preserve"> other ranges are ok. This indicates C4 clutch is slipping under load. See DOV Snapshot file </w:t>
      </w:r>
      <w:proofErr w:type="gramStart"/>
      <w:r w:rsidRPr="00556029">
        <w:rPr>
          <w:rFonts w:ascii="Arial" w:hAnsi="Arial" w:cs="Arial"/>
          <w:bCs/>
          <w:sz w:val="20"/>
          <w:szCs w:val="20"/>
          <w:lang w:val="en-US"/>
        </w:rPr>
        <w:t>6511879677-ClutchTest_slip.ad4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,</w:t>
      </w:r>
      <w:proofErr w:type="gramEnd"/>
      <w:r>
        <w:rPr>
          <w:rFonts w:ascii="Arial" w:hAnsi="Arial" w:cs="Arial"/>
          <w:bCs/>
          <w:sz w:val="20"/>
          <w:szCs w:val="20"/>
          <w:lang w:val="en-US"/>
        </w:rPr>
        <w:t xml:space="preserve"> file time </w:t>
      </w:r>
      <w:r w:rsidR="00B16374">
        <w:rPr>
          <w:rFonts w:ascii="Arial" w:hAnsi="Arial" w:cs="Arial"/>
          <w:bCs/>
          <w:sz w:val="20"/>
          <w:szCs w:val="20"/>
          <w:lang w:val="en-US"/>
        </w:rPr>
        <w:t>00:01:26 and 00:02:35 (Bookmark #1 and #2) and file time 00:03:17 (Bookmark #3)</w:t>
      </w:r>
      <w:r w:rsidR="00987ECC">
        <w:rPr>
          <w:rFonts w:ascii="Arial" w:hAnsi="Arial" w:cs="Arial"/>
          <w:bCs/>
          <w:sz w:val="20"/>
          <w:szCs w:val="20"/>
          <w:lang w:val="en-US"/>
        </w:rPr>
        <w:t>.</w:t>
      </w:r>
      <w:r w:rsidR="00987ECC">
        <w:rPr>
          <w:rFonts w:ascii="Arial" w:hAnsi="Arial" w:cs="Arial"/>
          <w:bCs/>
          <w:sz w:val="20"/>
          <w:szCs w:val="20"/>
          <w:lang w:val="en-US"/>
        </w:rPr>
        <w:br/>
      </w:r>
    </w:p>
    <w:p w14:paraId="3F8A582D" w14:textId="729147D0" w:rsidR="00556029" w:rsidRPr="00556029" w:rsidRDefault="00556029" w:rsidP="00556029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2035A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74F3258" wp14:editId="1FBE0816">
            <wp:simplePos x="0" y="0"/>
            <wp:positionH relativeFrom="margin">
              <wp:align>left</wp:align>
            </wp:positionH>
            <wp:positionV relativeFrom="paragraph">
              <wp:posOffset>132715</wp:posOffset>
            </wp:positionV>
            <wp:extent cx="402463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470" y="21363"/>
                <wp:lineTo x="21470" y="0"/>
                <wp:lineTo x="0" y="0"/>
              </wp:wrapPolygon>
            </wp:wrapTight>
            <wp:docPr id="555030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03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822" cy="174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3571EB" w14:textId="00234EAD" w:rsidR="00A14BBB" w:rsidRDefault="00A14BBB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74019C0C" w14:textId="33F92957" w:rsidR="002035AA" w:rsidRDefault="002035A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A1A8AFE" w14:textId="3A190072" w:rsidR="002035AA" w:rsidRDefault="002035A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7860BE6" w14:textId="77777777" w:rsidR="002035AA" w:rsidRDefault="002035A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252D3F28" w14:textId="3259E531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53583C5A" w14:textId="0A31FA45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4549B97" w14:textId="77777777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6B9F135F" w14:textId="04953625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3DB1438" w14:textId="77777777" w:rsidR="00257795" w:rsidRDefault="00257795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B38E611" w14:textId="77777777" w:rsidR="00257795" w:rsidRDefault="00257795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F44E8AD" w14:textId="77777777" w:rsidR="00257795" w:rsidRDefault="00257795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CCFB573" w14:textId="77777777" w:rsidR="00257795" w:rsidRDefault="00257795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8E86303" w14:textId="319F06AC" w:rsidR="00556029" w:rsidRDefault="00B16374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97BF990" wp14:editId="301B8B4A">
            <wp:simplePos x="0" y="0"/>
            <wp:positionH relativeFrom="margin">
              <wp:align>center</wp:align>
            </wp:positionH>
            <wp:positionV relativeFrom="paragraph">
              <wp:posOffset>218440</wp:posOffset>
            </wp:positionV>
            <wp:extent cx="5829935" cy="3171825"/>
            <wp:effectExtent l="0" t="0" r="0" b="9525"/>
            <wp:wrapTight wrapText="bothSides">
              <wp:wrapPolygon edited="0">
                <wp:start x="0" y="0"/>
                <wp:lineTo x="0" y="21535"/>
                <wp:lineTo x="21527" y="21535"/>
                <wp:lineTo x="21527" y="0"/>
                <wp:lineTo x="0" y="0"/>
              </wp:wrapPolygon>
            </wp:wrapTight>
            <wp:docPr id="81368654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68654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93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3C6849" w14:textId="15389311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38E27B7" w14:textId="2CE168A1" w:rsidR="00065035" w:rsidRDefault="00CF3ECB" w:rsidP="00EA3FB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transmission is wet of oil on the upper front part. Likely from breather blow-out or from another source of oil from above. </w:t>
      </w:r>
    </w:p>
    <w:p w14:paraId="5E77BF54" w14:textId="77777777" w:rsidR="00065035" w:rsidRDefault="00065035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0788F9BC" w14:textId="3BB11481" w:rsidR="00CF3ECB" w:rsidRPr="00BA17AA" w:rsidRDefault="00065035" w:rsidP="00EA3FB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highlight w:val="yellow"/>
          <w:lang w:val="en-US"/>
        </w:rPr>
      </w:pPr>
      <w:r w:rsidRPr="00BA17AA">
        <w:rPr>
          <w:rFonts w:ascii="Arial" w:hAnsi="Arial" w:cs="Arial"/>
          <w:b/>
          <w:bCs/>
          <w:sz w:val="20"/>
          <w:szCs w:val="20"/>
          <w:highlight w:val="yellow"/>
          <w:lang w:val="en-US"/>
        </w:rPr>
        <w:lastRenderedPageBreak/>
        <w:t>Correction: Cont.</w:t>
      </w:r>
      <w:r w:rsidRPr="00BA17AA">
        <w:rPr>
          <w:rFonts w:ascii="Arial" w:hAnsi="Arial" w:cs="Arial"/>
          <w:b/>
          <w:bCs/>
          <w:sz w:val="20"/>
          <w:szCs w:val="20"/>
          <w:highlight w:val="yellow"/>
          <w:lang w:val="en-US"/>
        </w:rPr>
        <w:br/>
      </w:r>
    </w:p>
    <w:p w14:paraId="07874277" w14:textId="7FFBA33B" w:rsidR="00065035" w:rsidRPr="00987ECC" w:rsidRDefault="00065035" w:rsidP="00987ECC">
      <w:pPr>
        <w:pStyle w:val="Listenabsatz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987ECC">
        <w:rPr>
          <w:rFonts w:ascii="Arial" w:hAnsi="Arial" w:cs="Arial"/>
          <w:b/>
          <w:bCs/>
          <w:sz w:val="20"/>
          <w:szCs w:val="20"/>
          <w:highlight w:val="yellow"/>
          <w:lang w:val="en-US"/>
        </w:rPr>
        <w:t>Tuesday, 27.06.2023:</w:t>
      </w:r>
      <w:r w:rsidRPr="00987ECC">
        <w:rPr>
          <w:rFonts w:ascii="Arial" w:hAnsi="Arial" w:cs="Arial"/>
          <w:sz w:val="20"/>
          <w:szCs w:val="20"/>
          <w:highlight w:val="yellow"/>
          <w:lang w:val="en-US"/>
        </w:rPr>
        <w:t xml:space="preserve">  Transmission replacement. Removed failed unit SN 6511879677 and installed new replacement unit SN 6520238396 as advised by Distributor Customer Support Manager, Rolf Oerter.</w:t>
      </w:r>
    </w:p>
    <w:p w14:paraId="6F0A9E62" w14:textId="14A55CAA" w:rsidR="00BA17AA" w:rsidRDefault="00BA17AA" w:rsidP="00EA3FB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Recorded some DOC snapshots, reset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Adaptives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Transhealth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and Prognostics information</w:t>
      </w:r>
    </w:p>
    <w:p w14:paraId="0FB1E2EF" w14:textId="77777777" w:rsidR="00065035" w:rsidRDefault="00065035" w:rsidP="00EA3FB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3E084E6" w14:textId="77777777" w:rsidR="00065035" w:rsidRDefault="00065035" w:rsidP="00EA3FB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992"/>
        <w:gridCol w:w="964"/>
      </w:tblGrid>
      <w:tr w:rsidR="00065035" w:rsidRPr="00912D3B" w14:paraId="71461D51" w14:textId="77777777" w:rsidTr="00D3775A">
        <w:tc>
          <w:tcPr>
            <w:tcW w:w="1163" w:type="dxa"/>
            <w:shd w:val="clear" w:color="auto" w:fill="auto"/>
          </w:tcPr>
          <w:p w14:paraId="307FEB27" w14:textId="701387E7" w:rsidR="00065035" w:rsidRPr="00912D3B" w:rsidRDefault="00CF3ECB" w:rsidP="003F64D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="00065035"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="00065035"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6237" w:type="dxa"/>
            <w:shd w:val="clear" w:color="auto" w:fill="auto"/>
          </w:tcPr>
          <w:p w14:paraId="366CF822" w14:textId="77777777" w:rsidR="00065035" w:rsidRPr="00912D3B" w:rsidRDefault="00065035" w:rsidP="003F64D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92" w:type="dxa"/>
            <w:shd w:val="clear" w:color="auto" w:fill="auto"/>
          </w:tcPr>
          <w:p w14:paraId="0D77F657" w14:textId="77777777" w:rsidR="00065035" w:rsidRPr="00912D3B" w:rsidRDefault="00065035" w:rsidP="003F64D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964" w:type="dxa"/>
            <w:shd w:val="clear" w:color="auto" w:fill="auto"/>
          </w:tcPr>
          <w:p w14:paraId="4E320DBE" w14:textId="77777777" w:rsidR="00065035" w:rsidRPr="00912D3B" w:rsidRDefault="00065035" w:rsidP="003F64D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needed</w:t>
            </w:r>
          </w:p>
        </w:tc>
      </w:tr>
      <w:tr w:rsidR="00065035" w:rsidRPr="00C448E3" w14:paraId="41807202" w14:textId="77777777" w:rsidTr="00D3775A">
        <w:tc>
          <w:tcPr>
            <w:tcW w:w="1163" w:type="dxa"/>
            <w:shd w:val="clear" w:color="auto" w:fill="auto"/>
          </w:tcPr>
          <w:p w14:paraId="29DFB0D3" w14:textId="77777777" w:rsidR="00065035" w:rsidRPr="00912D3B" w:rsidRDefault="00065035" w:rsidP="003F64D8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11111111</w:t>
            </w:r>
          </w:p>
        </w:tc>
        <w:tc>
          <w:tcPr>
            <w:tcW w:w="6237" w:type="dxa"/>
            <w:shd w:val="clear" w:color="auto" w:fill="auto"/>
          </w:tcPr>
          <w:p w14:paraId="058F66FF" w14:textId="0132A285" w:rsidR="00065035" w:rsidRPr="00912D3B" w:rsidRDefault="00A564CC" w:rsidP="003F64D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05.06.2023: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65035">
              <w:rPr>
                <w:rFonts w:ascii="Arial" w:hAnsi="Arial" w:cs="Arial"/>
                <w:sz w:val="20"/>
                <w:szCs w:val="20"/>
                <w:lang w:val="en-US"/>
              </w:rPr>
              <w:t xml:space="preserve">Travel to jobsite and back home. </w:t>
            </w:r>
          </w:p>
        </w:tc>
        <w:tc>
          <w:tcPr>
            <w:tcW w:w="992" w:type="dxa"/>
            <w:shd w:val="clear" w:color="auto" w:fill="auto"/>
          </w:tcPr>
          <w:p w14:paraId="696EFE08" w14:textId="77777777" w:rsidR="00065035" w:rsidRPr="00912D3B" w:rsidRDefault="00065035" w:rsidP="003F64D8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621457FD" w14:textId="77777777" w:rsidR="00065035" w:rsidRPr="00912D3B" w:rsidRDefault="00065035" w:rsidP="003F64D8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65035" w:rsidRPr="00065035" w14:paraId="06E61C04" w14:textId="77777777" w:rsidTr="00D3775A">
        <w:tc>
          <w:tcPr>
            <w:tcW w:w="1163" w:type="dxa"/>
            <w:shd w:val="clear" w:color="auto" w:fill="auto"/>
          </w:tcPr>
          <w:p w14:paraId="2E85D119" w14:textId="317F84FA" w:rsidR="00065035" w:rsidRPr="00912D3B" w:rsidRDefault="00A564CC" w:rsidP="003F64D8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64CC">
              <w:rPr>
                <w:rFonts w:ascii="Arial" w:hAnsi="Arial" w:cs="Arial"/>
                <w:sz w:val="20"/>
                <w:szCs w:val="20"/>
                <w:lang w:val="en-US"/>
              </w:rPr>
              <w:t>00096900</w:t>
            </w:r>
          </w:p>
        </w:tc>
        <w:tc>
          <w:tcPr>
            <w:tcW w:w="6237" w:type="dxa"/>
            <w:shd w:val="clear" w:color="auto" w:fill="auto"/>
          </w:tcPr>
          <w:p w14:paraId="5EB37B21" w14:textId="670B964B" w:rsidR="00065035" w:rsidRPr="00912D3B" w:rsidRDefault="00A564CC" w:rsidP="003F64D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Initial </w:t>
            </w:r>
            <w:r w:rsidR="00D3775A">
              <w:rPr>
                <w:rFonts w:ascii="Arial" w:hAnsi="Arial" w:cs="Arial"/>
                <w:sz w:val="20"/>
                <w:szCs w:val="20"/>
                <w:lang w:val="en-US"/>
              </w:rPr>
              <w:t>road test drive with fleet’s driver. Initial conversation with fleet shop foreman.</w:t>
            </w:r>
          </w:p>
        </w:tc>
        <w:tc>
          <w:tcPr>
            <w:tcW w:w="992" w:type="dxa"/>
            <w:shd w:val="clear" w:color="auto" w:fill="auto"/>
          </w:tcPr>
          <w:p w14:paraId="26879308" w14:textId="726DA0A3" w:rsidR="00065035" w:rsidRPr="00912D3B" w:rsidRDefault="00D3775A" w:rsidP="003F64D8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4" w:type="dxa"/>
            <w:shd w:val="clear" w:color="auto" w:fill="auto"/>
          </w:tcPr>
          <w:p w14:paraId="3A205EEA" w14:textId="2D01F473" w:rsidR="00065035" w:rsidRPr="00912D3B" w:rsidRDefault="00D3775A" w:rsidP="003F64D8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D3775A" w:rsidRPr="00065035" w14:paraId="64BBDAF5" w14:textId="77777777" w:rsidTr="00D3775A">
        <w:tc>
          <w:tcPr>
            <w:tcW w:w="1163" w:type="dxa"/>
            <w:shd w:val="clear" w:color="auto" w:fill="auto"/>
          </w:tcPr>
          <w:p w14:paraId="44CD733C" w14:textId="5C0B5376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64CC">
              <w:rPr>
                <w:rFonts w:ascii="Arial" w:hAnsi="Arial" w:cs="Arial"/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6237" w:type="dxa"/>
            <w:shd w:val="clear" w:color="auto" w:fill="auto"/>
          </w:tcPr>
          <w:p w14:paraId="18CA9DF7" w14:textId="1BA7313E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Troubleshooting with DOC under guidance of Rolf Oerter</w:t>
            </w:r>
          </w:p>
        </w:tc>
        <w:tc>
          <w:tcPr>
            <w:tcW w:w="992" w:type="dxa"/>
            <w:shd w:val="clear" w:color="auto" w:fill="auto"/>
          </w:tcPr>
          <w:p w14:paraId="301AC60D" w14:textId="0CA5D86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0E2CB8D7" w14:textId="12958026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D3775A" w:rsidRPr="00065035" w14:paraId="03B8FCC2" w14:textId="77777777" w:rsidTr="00D3775A">
        <w:tc>
          <w:tcPr>
            <w:tcW w:w="1163" w:type="dxa"/>
            <w:shd w:val="clear" w:color="auto" w:fill="auto"/>
          </w:tcPr>
          <w:p w14:paraId="15CBD474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47A22BC0" w14:textId="77777777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37534C6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32766978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3775A" w:rsidRPr="00065035" w14:paraId="52596C04" w14:textId="77777777" w:rsidTr="00D3775A">
        <w:tc>
          <w:tcPr>
            <w:tcW w:w="1163" w:type="dxa"/>
            <w:shd w:val="clear" w:color="auto" w:fill="auto"/>
          </w:tcPr>
          <w:p w14:paraId="6AC561FC" w14:textId="281F34FF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sz w:val="20"/>
                <w:szCs w:val="20"/>
                <w:lang w:val="en-US"/>
              </w:rPr>
              <w:t>00094006</w:t>
            </w:r>
          </w:p>
        </w:tc>
        <w:tc>
          <w:tcPr>
            <w:tcW w:w="6237" w:type="dxa"/>
            <w:shd w:val="clear" w:color="auto" w:fill="auto"/>
          </w:tcPr>
          <w:p w14:paraId="314CF3A3" w14:textId="2A68BAD9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27.06.2023: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Steam clean transmission and installed area</w:t>
            </w:r>
          </w:p>
        </w:tc>
        <w:tc>
          <w:tcPr>
            <w:tcW w:w="992" w:type="dxa"/>
            <w:shd w:val="clear" w:color="auto" w:fill="auto"/>
          </w:tcPr>
          <w:p w14:paraId="702B8E0D" w14:textId="042FCDFD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  <w:tc>
          <w:tcPr>
            <w:tcW w:w="964" w:type="dxa"/>
            <w:shd w:val="clear" w:color="auto" w:fill="auto"/>
          </w:tcPr>
          <w:p w14:paraId="51F580C2" w14:textId="4129C0F2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</w:tr>
      <w:tr w:rsidR="00D3775A" w:rsidRPr="00065035" w14:paraId="5425AC5E" w14:textId="77777777" w:rsidTr="00D3775A">
        <w:tc>
          <w:tcPr>
            <w:tcW w:w="1163" w:type="dxa"/>
            <w:shd w:val="clear" w:color="auto" w:fill="auto"/>
          </w:tcPr>
          <w:p w14:paraId="4B91B19D" w14:textId="43729772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sz w:val="20"/>
                <w:szCs w:val="20"/>
                <w:lang w:val="en-US"/>
              </w:rPr>
              <w:t>00094011</w:t>
            </w:r>
          </w:p>
        </w:tc>
        <w:tc>
          <w:tcPr>
            <w:tcW w:w="6237" w:type="dxa"/>
            <w:shd w:val="clear" w:color="auto" w:fill="auto"/>
          </w:tcPr>
          <w:p w14:paraId="2F57BDE9" w14:textId="41A4F674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R&amp;R underfloor protection plate and cross member panels</w:t>
            </w:r>
          </w:p>
        </w:tc>
        <w:tc>
          <w:tcPr>
            <w:tcW w:w="992" w:type="dxa"/>
            <w:shd w:val="clear" w:color="auto" w:fill="auto"/>
          </w:tcPr>
          <w:p w14:paraId="541D605F" w14:textId="79589F5F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0606F65B" w14:textId="70E24774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D3775A" w:rsidRPr="00BA17AA" w14:paraId="1F6C3709" w14:textId="77777777" w:rsidTr="00225CE1">
        <w:trPr>
          <w:trHeight w:val="146"/>
        </w:trPr>
        <w:tc>
          <w:tcPr>
            <w:tcW w:w="1163" w:type="dxa"/>
            <w:shd w:val="clear" w:color="auto" w:fill="auto"/>
          </w:tcPr>
          <w:p w14:paraId="44526B8A" w14:textId="2BA6C6F8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sz w:val="20"/>
                <w:szCs w:val="20"/>
                <w:lang w:val="en-US"/>
              </w:rPr>
              <w:t>00094000</w:t>
            </w:r>
          </w:p>
        </w:tc>
        <w:tc>
          <w:tcPr>
            <w:tcW w:w="6237" w:type="dxa"/>
            <w:shd w:val="clear" w:color="auto" w:fill="auto"/>
          </w:tcPr>
          <w:p w14:paraId="28F45B5C" w14:textId="58FDD433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R&amp;R transmission, transmission replacement</w:t>
            </w:r>
          </w:p>
        </w:tc>
        <w:tc>
          <w:tcPr>
            <w:tcW w:w="992" w:type="dxa"/>
            <w:shd w:val="clear" w:color="auto" w:fill="auto"/>
          </w:tcPr>
          <w:p w14:paraId="4161A42D" w14:textId="1B2108DB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6,0</w:t>
            </w:r>
          </w:p>
        </w:tc>
        <w:tc>
          <w:tcPr>
            <w:tcW w:w="964" w:type="dxa"/>
            <w:shd w:val="clear" w:color="auto" w:fill="auto"/>
          </w:tcPr>
          <w:p w14:paraId="59E41E53" w14:textId="6E4F1B6D" w:rsidR="00D3775A" w:rsidRPr="00BA17AA" w:rsidRDefault="00BA17AA" w:rsidP="00D3775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BA17A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??</w:t>
            </w:r>
          </w:p>
        </w:tc>
      </w:tr>
      <w:tr w:rsidR="00D3775A" w:rsidRPr="00065035" w14:paraId="19F37C5C" w14:textId="77777777" w:rsidTr="00D3775A">
        <w:tc>
          <w:tcPr>
            <w:tcW w:w="1163" w:type="dxa"/>
            <w:shd w:val="clear" w:color="auto" w:fill="auto"/>
          </w:tcPr>
          <w:p w14:paraId="158828CB" w14:textId="406AC59D" w:rsidR="00D3775A" w:rsidRPr="00912D3B" w:rsidRDefault="00225CE1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5CE1">
              <w:rPr>
                <w:rFonts w:ascii="Arial" w:hAnsi="Arial" w:cs="Arial"/>
                <w:sz w:val="20"/>
                <w:szCs w:val="20"/>
                <w:lang w:val="en-US"/>
              </w:rPr>
              <w:t>00096401</w:t>
            </w:r>
          </w:p>
        </w:tc>
        <w:tc>
          <w:tcPr>
            <w:tcW w:w="6237" w:type="dxa"/>
            <w:shd w:val="clear" w:color="auto" w:fill="auto"/>
          </w:tcPr>
          <w:p w14:paraId="2391A307" w14:textId="79F734B2" w:rsidR="00D3775A" w:rsidRPr="00912D3B" w:rsidRDefault="00225CE1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Final Test drive with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adaptives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280EA0" w14:textId="2F1F3355" w:rsidR="00D3775A" w:rsidRPr="00912D3B" w:rsidRDefault="00225CE1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0CC5C3C1" w14:textId="3F0B6AE2" w:rsidR="00D3775A" w:rsidRPr="00912D3B" w:rsidRDefault="00BA17A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D3775A" w:rsidRPr="00065035" w14:paraId="673BC297" w14:textId="77777777" w:rsidTr="00D3775A">
        <w:tc>
          <w:tcPr>
            <w:tcW w:w="1163" w:type="dxa"/>
            <w:shd w:val="clear" w:color="auto" w:fill="auto"/>
          </w:tcPr>
          <w:p w14:paraId="2CF6A692" w14:textId="288EC16C" w:rsidR="00D3775A" w:rsidRPr="00912D3B" w:rsidRDefault="00225CE1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64CC">
              <w:rPr>
                <w:rFonts w:ascii="Arial" w:hAnsi="Arial" w:cs="Arial"/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6237" w:type="dxa"/>
            <w:shd w:val="clear" w:color="auto" w:fill="auto"/>
          </w:tcPr>
          <w:p w14:paraId="2D5C99A3" w14:textId="7B34CDBB" w:rsidR="00BA17AA" w:rsidRDefault="00225CE1" w:rsidP="00BA17A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Diagnostics with DOC. Recorded snapshots by advice or Rolf Oerter, Distributor customer support manager.</w:t>
            </w:r>
            <w:r w:rsidR="00BA17AA">
              <w:rPr>
                <w:rFonts w:ascii="Arial" w:hAnsi="Arial" w:cs="Arial"/>
                <w:sz w:val="20"/>
                <w:szCs w:val="20"/>
                <w:lang w:val="en-US"/>
              </w:rPr>
              <w:t xml:space="preserve"> Reset </w:t>
            </w:r>
            <w:proofErr w:type="spellStart"/>
            <w:r w:rsidR="00BA17AA">
              <w:rPr>
                <w:rFonts w:ascii="Arial" w:hAnsi="Arial" w:cs="Arial"/>
                <w:sz w:val="20"/>
                <w:szCs w:val="20"/>
                <w:lang w:val="en-US"/>
              </w:rPr>
              <w:t>Adaptives</w:t>
            </w:r>
            <w:proofErr w:type="spellEnd"/>
            <w:r w:rsidR="00BA17A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BA17AA">
              <w:rPr>
                <w:rFonts w:ascii="Arial" w:hAnsi="Arial" w:cs="Arial"/>
                <w:sz w:val="20"/>
                <w:szCs w:val="20"/>
                <w:lang w:val="en-US"/>
              </w:rPr>
              <w:t>Transhealth</w:t>
            </w:r>
            <w:proofErr w:type="spellEnd"/>
            <w:r w:rsidR="00BA17AA">
              <w:rPr>
                <w:rFonts w:ascii="Arial" w:hAnsi="Arial" w:cs="Arial"/>
                <w:sz w:val="20"/>
                <w:szCs w:val="20"/>
                <w:lang w:val="en-US"/>
              </w:rPr>
              <w:t xml:space="preserve"> and Prognostics information</w:t>
            </w:r>
          </w:p>
          <w:p w14:paraId="547ED84E" w14:textId="77777777" w:rsidR="00BA17AA" w:rsidRDefault="00BA17AA" w:rsidP="00BA17A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D60FE04" w14:textId="213D1D3A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CFDA429" w14:textId="703D3DC2" w:rsidR="00D3775A" w:rsidRPr="00912D3B" w:rsidRDefault="00BA17A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098FA864" w14:textId="6587DF0E" w:rsidR="00D3775A" w:rsidRPr="00912D3B" w:rsidRDefault="00BA17A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D3775A" w:rsidRPr="00065035" w14:paraId="2E707323" w14:textId="77777777" w:rsidTr="00D3775A">
        <w:tc>
          <w:tcPr>
            <w:tcW w:w="1163" w:type="dxa"/>
            <w:shd w:val="clear" w:color="auto" w:fill="auto"/>
          </w:tcPr>
          <w:p w14:paraId="7AA518E2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2AB883E0" w14:textId="77777777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3A7DFE7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5A4544E2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3775A" w:rsidRPr="00065035" w14:paraId="1FDBF623" w14:textId="77777777" w:rsidTr="00D3775A">
        <w:tc>
          <w:tcPr>
            <w:tcW w:w="1163" w:type="dxa"/>
            <w:shd w:val="clear" w:color="auto" w:fill="auto"/>
          </w:tcPr>
          <w:p w14:paraId="2AFDC1CF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6400EF99" w14:textId="77777777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2F4B2C7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507B28E0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3775A" w:rsidRPr="00065035" w14:paraId="308EB446" w14:textId="77777777" w:rsidTr="00D3775A">
        <w:tc>
          <w:tcPr>
            <w:tcW w:w="1163" w:type="dxa"/>
            <w:shd w:val="clear" w:color="auto" w:fill="auto"/>
          </w:tcPr>
          <w:p w14:paraId="547E719C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11D93FCC" w14:textId="77777777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6712B95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4EA1CEFE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3775A" w:rsidRPr="00065035" w14:paraId="56783AAD" w14:textId="77777777" w:rsidTr="00D3775A">
        <w:tc>
          <w:tcPr>
            <w:tcW w:w="1163" w:type="dxa"/>
            <w:shd w:val="clear" w:color="auto" w:fill="auto"/>
          </w:tcPr>
          <w:p w14:paraId="6DA6BEA3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30EC71EB" w14:textId="77777777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9DB2434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6708C4F1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3775A" w:rsidRPr="00065035" w14:paraId="3DEEE192" w14:textId="77777777" w:rsidTr="00D3775A">
        <w:tc>
          <w:tcPr>
            <w:tcW w:w="1163" w:type="dxa"/>
            <w:shd w:val="clear" w:color="auto" w:fill="auto"/>
          </w:tcPr>
          <w:p w14:paraId="5D6FD29E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25EFD416" w14:textId="77777777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CA81DEA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5890969D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3775A" w:rsidRPr="00065035" w14:paraId="29CE3303" w14:textId="77777777" w:rsidTr="00D3775A">
        <w:tc>
          <w:tcPr>
            <w:tcW w:w="1163" w:type="dxa"/>
            <w:shd w:val="clear" w:color="auto" w:fill="auto"/>
          </w:tcPr>
          <w:p w14:paraId="10508465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7BF3CECF" w14:textId="77777777" w:rsidR="00D3775A" w:rsidRPr="00912D3B" w:rsidRDefault="00D3775A" w:rsidP="00D377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351DD46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06A2ACDC" w14:textId="77777777" w:rsidR="00D3775A" w:rsidRPr="00912D3B" w:rsidRDefault="00D3775A" w:rsidP="00D3775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687D1AE" w14:textId="77777777" w:rsidR="00065035" w:rsidRDefault="00065035" w:rsidP="00065035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7087"/>
        <w:gridCol w:w="851"/>
      </w:tblGrid>
      <w:tr w:rsidR="00065035" w:rsidRPr="00DF5DEF" w14:paraId="7963D914" w14:textId="77777777" w:rsidTr="003F64D8">
        <w:tc>
          <w:tcPr>
            <w:tcW w:w="1418" w:type="dxa"/>
          </w:tcPr>
          <w:p w14:paraId="0383E704" w14:textId="77777777" w:rsidR="00065035" w:rsidRPr="00A4750F" w:rsidRDefault="00065035" w:rsidP="003F64D8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Part Number</w:t>
            </w:r>
          </w:p>
        </w:tc>
        <w:tc>
          <w:tcPr>
            <w:tcW w:w="7087" w:type="dxa"/>
            <w:vAlign w:val="center"/>
          </w:tcPr>
          <w:p w14:paraId="76424005" w14:textId="77777777" w:rsidR="00065035" w:rsidRPr="009D0D06" w:rsidRDefault="00065035" w:rsidP="003F64D8">
            <w:pPr>
              <w:rPr>
                <w:rFonts w:ascii="Arial" w:hAnsi="Arial" w:cs="Tahoma"/>
                <w:b/>
                <w:sz w:val="18"/>
                <w:szCs w:val="18"/>
              </w:rPr>
            </w:pPr>
            <w:r w:rsidRPr="00881C44">
              <w:rPr>
                <w:rFonts w:ascii="Arial" w:hAnsi="Arial" w:cs="Tahoma"/>
                <w:b/>
                <w:sz w:val="18"/>
                <w:szCs w:val="18"/>
                <w:lang w:val="en-US"/>
              </w:rPr>
              <w:t xml:space="preserve"> Part Desc</w:t>
            </w:r>
            <w:proofErr w:type="spellStart"/>
            <w:r>
              <w:rPr>
                <w:rFonts w:ascii="Arial" w:hAnsi="Arial" w:cs="Tahoma"/>
                <w:b/>
                <w:sz w:val="18"/>
                <w:szCs w:val="18"/>
              </w:rPr>
              <w:t>ription</w:t>
            </w:r>
            <w:proofErr w:type="spellEnd"/>
          </w:p>
        </w:tc>
        <w:tc>
          <w:tcPr>
            <w:tcW w:w="851" w:type="dxa"/>
            <w:vAlign w:val="center"/>
          </w:tcPr>
          <w:p w14:paraId="669EE92A" w14:textId="77777777" w:rsidR="00065035" w:rsidRPr="009D0D06" w:rsidRDefault="00065035" w:rsidP="003F64D8">
            <w:pPr>
              <w:tabs>
                <w:tab w:val="left" w:pos="735"/>
              </w:tabs>
              <w:jc w:val="right"/>
              <w:rPr>
                <w:rFonts w:ascii="Arial" w:hAnsi="Arial" w:cs="Tahoma"/>
                <w:b/>
                <w:sz w:val="20"/>
                <w:szCs w:val="20"/>
              </w:rPr>
            </w:pPr>
            <w:proofErr w:type="spellStart"/>
            <w:r w:rsidRPr="009D0D06">
              <w:rPr>
                <w:rFonts w:ascii="Arial" w:hAnsi="Arial" w:cs="Tahoma"/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65035" w:rsidRPr="00225CE1" w14:paraId="12F171B1" w14:textId="77777777" w:rsidTr="003F64D8">
        <w:tc>
          <w:tcPr>
            <w:tcW w:w="1418" w:type="dxa"/>
          </w:tcPr>
          <w:p w14:paraId="068BD8E4" w14:textId="77777777" w:rsidR="00065035" w:rsidRPr="00591318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E0C69C9" w14:textId="5D84B5BB" w:rsidR="00065035" w:rsidRPr="00297071" w:rsidRDefault="00225CE1" w:rsidP="003F64D8">
            <w:pPr>
              <w:pStyle w:val="StandardWeb"/>
              <w:rPr>
                <w:sz w:val="21"/>
                <w:szCs w:val="21"/>
                <w:lang w:val="en-US"/>
              </w:rPr>
            </w:pPr>
            <w:r w:rsidRPr="00225CE1">
              <w:rPr>
                <w:rFonts w:ascii="Arial" w:hAnsi="Arial" w:cs="Arial"/>
                <w:sz w:val="20"/>
                <w:szCs w:val="20"/>
                <w:lang w:val="en-US"/>
              </w:rPr>
              <w:t>SN 6520238396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new replacement transmission, modified into T375 spec.</w:t>
            </w:r>
          </w:p>
        </w:tc>
        <w:tc>
          <w:tcPr>
            <w:tcW w:w="851" w:type="dxa"/>
            <w:vAlign w:val="center"/>
          </w:tcPr>
          <w:p w14:paraId="7D431E61" w14:textId="473CAA23" w:rsidR="00065035" w:rsidRPr="009D0D06" w:rsidRDefault="00225CE1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065035" w:rsidRPr="00225CE1" w14:paraId="440C4E39" w14:textId="77777777" w:rsidTr="003F64D8">
        <w:tc>
          <w:tcPr>
            <w:tcW w:w="1418" w:type="dxa"/>
          </w:tcPr>
          <w:p w14:paraId="53A34FEB" w14:textId="77777777" w:rsidR="00065035" w:rsidRPr="00B84A5B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3B3DC230" w14:textId="77777777" w:rsidR="00065035" w:rsidRPr="00297071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4B4F80C8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2124CD5A" w14:textId="77777777" w:rsidTr="003F64D8">
        <w:tc>
          <w:tcPr>
            <w:tcW w:w="1418" w:type="dxa"/>
          </w:tcPr>
          <w:p w14:paraId="2721CB2F" w14:textId="77777777" w:rsidR="00065035" w:rsidRPr="00B84A5B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567C81D2" w14:textId="77777777" w:rsidR="00065035" w:rsidRPr="00650D5E" w:rsidRDefault="00065035" w:rsidP="003F64D8">
            <w:pPr>
              <w:pStyle w:val="StandardWeb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018D3487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61162226" w14:textId="77777777" w:rsidTr="003F64D8">
        <w:tc>
          <w:tcPr>
            <w:tcW w:w="1418" w:type="dxa"/>
          </w:tcPr>
          <w:p w14:paraId="1BE6B2EA" w14:textId="77777777" w:rsidR="00065035" w:rsidRPr="00B84A5B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7C6A8958" w14:textId="77777777" w:rsidR="00065035" w:rsidRPr="00297071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1E23DE5C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68E8ECC7" w14:textId="77777777" w:rsidTr="003F64D8">
        <w:tc>
          <w:tcPr>
            <w:tcW w:w="1418" w:type="dxa"/>
          </w:tcPr>
          <w:p w14:paraId="2928E486" w14:textId="77777777" w:rsidR="00065035" w:rsidRPr="00650D5E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20D39E8E" w14:textId="77777777" w:rsidR="00065035" w:rsidRPr="00297071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71767810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360A1D4C" w14:textId="77777777" w:rsidTr="003F64D8">
        <w:tc>
          <w:tcPr>
            <w:tcW w:w="1418" w:type="dxa"/>
          </w:tcPr>
          <w:p w14:paraId="4AD08EF2" w14:textId="77777777" w:rsidR="00065035" w:rsidRPr="00B84A5B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3E08AF08" w14:textId="77777777" w:rsidR="00065035" w:rsidRPr="00DF5DEF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6E2FACEE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387BBCC5" w14:textId="77777777" w:rsidTr="003F64D8">
        <w:tc>
          <w:tcPr>
            <w:tcW w:w="1418" w:type="dxa"/>
          </w:tcPr>
          <w:p w14:paraId="3D12C9BF" w14:textId="77777777" w:rsidR="00065035" w:rsidRPr="00B84A5B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14D275C3" w14:textId="77777777" w:rsidR="00065035" w:rsidRPr="00DF5DEF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68FC775B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32EF6A33" w14:textId="77777777" w:rsidTr="003F64D8">
        <w:tc>
          <w:tcPr>
            <w:tcW w:w="1418" w:type="dxa"/>
          </w:tcPr>
          <w:p w14:paraId="7E059BD1" w14:textId="77777777" w:rsidR="00065035" w:rsidRPr="00B84A5B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3837A15B" w14:textId="77777777" w:rsidR="00065035" w:rsidRPr="00DF5DEF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4935E06C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605C5ABE" w14:textId="77777777" w:rsidTr="003F64D8">
        <w:tc>
          <w:tcPr>
            <w:tcW w:w="1418" w:type="dxa"/>
          </w:tcPr>
          <w:p w14:paraId="25C9EDA3" w14:textId="77777777" w:rsidR="00065035" w:rsidRPr="00B84A5B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4EAE4827" w14:textId="77777777" w:rsidR="00065035" w:rsidRPr="00DF5DEF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0F12D404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39505857" w14:textId="77777777" w:rsidTr="003F64D8">
        <w:tc>
          <w:tcPr>
            <w:tcW w:w="1418" w:type="dxa"/>
          </w:tcPr>
          <w:p w14:paraId="52121B31" w14:textId="77777777" w:rsidR="00065035" w:rsidRPr="00B84A5B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1BA9FD6C" w14:textId="77777777" w:rsidR="00065035" w:rsidRPr="00DF5DEF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636BCACF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58AA119E" w14:textId="77777777" w:rsidTr="003F64D8">
        <w:tc>
          <w:tcPr>
            <w:tcW w:w="1418" w:type="dxa"/>
          </w:tcPr>
          <w:p w14:paraId="5A59E615" w14:textId="77777777" w:rsidR="00065035" w:rsidRPr="00016337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45DCA3B9" w14:textId="77777777" w:rsidR="00065035" w:rsidRPr="00DF5DEF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3C81BFDB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1BB946D7" w14:textId="77777777" w:rsidTr="003F64D8">
        <w:tc>
          <w:tcPr>
            <w:tcW w:w="1418" w:type="dxa"/>
          </w:tcPr>
          <w:p w14:paraId="0F72CB2B" w14:textId="77777777" w:rsidR="00065035" w:rsidRPr="00016337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41E8F242" w14:textId="77777777" w:rsidR="00065035" w:rsidRPr="00DF5DEF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20A2AC50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20347BF5" w14:textId="77777777" w:rsidTr="003F64D8">
        <w:tc>
          <w:tcPr>
            <w:tcW w:w="1418" w:type="dxa"/>
          </w:tcPr>
          <w:p w14:paraId="2DDF6E6A" w14:textId="77777777" w:rsidR="00065035" w:rsidRPr="00016337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6F9B96D8" w14:textId="77777777" w:rsidR="00065035" w:rsidRPr="00DF5DEF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3EF6E178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3B0E219F" w14:textId="77777777" w:rsidTr="003F64D8">
        <w:tc>
          <w:tcPr>
            <w:tcW w:w="1418" w:type="dxa"/>
          </w:tcPr>
          <w:p w14:paraId="188424CC" w14:textId="77777777" w:rsidR="00065035" w:rsidRPr="00016337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208461D4" w14:textId="77777777" w:rsidR="00065035" w:rsidRPr="00DF5DEF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11A9D2F1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576238E2" w14:textId="77777777" w:rsidTr="003F64D8">
        <w:tc>
          <w:tcPr>
            <w:tcW w:w="1418" w:type="dxa"/>
          </w:tcPr>
          <w:p w14:paraId="282CA1D6" w14:textId="77777777" w:rsidR="00065035" w:rsidRPr="00016337" w:rsidRDefault="00065035" w:rsidP="003F64D8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534956BF" w14:textId="77777777" w:rsidR="00065035" w:rsidRPr="00DF5DEF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3F91CC95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65035" w:rsidRPr="00225CE1" w14:paraId="171889E9" w14:textId="77777777" w:rsidTr="003F64D8">
        <w:tc>
          <w:tcPr>
            <w:tcW w:w="1418" w:type="dxa"/>
          </w:tcPr>
          <w:p w14:paraId="6E2D1E40" w14:textId="77777777" w:rsidR="00065035" w:rsidRPr="00650D5E" w:rsidRDefault="00065035" w:rsidP="003F64D8">
            <w:pPr>
              <w:pStyle w:val="indent1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53EE6985" w14:textId="77777777" w:rsidR="00065035" w:rsidRPr="00297071" w:rsidRDefault="00065035" w:rsidP="003F64D8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7C52FF49" w14:textId="77777777" w:rsidR="00065035" w:rsidRPr="009D0D06" w:rsidRDefault="00065035" w:rsidP="003F64D8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236F62D3" w14:textId="77777777" w:rsidR="00065035" w:rsidRDefault="00065035" w:rsidP="00065035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4743"/>
        <w:gridCol w:w="1265"/>
        <w:gridCol w:w="984"/>
        <w:gridCol w:w="844"/>
      </w:tblGrid>
      <w:tr w:rsidR="00065035" w:rsidRPr="00495E63" w14:paraId="2775E217" w14:textId="77777777" w:rsidTr="003F64D8">
        <w:tc>
          <w:tcPr>
            <w:tcW w:w="1418" w:type="dxa"/>
            <w:shd w:val="clear" w:color="auto" w:fill="auto"/>
          </w:tcPr>
          <w:p w14:paraId="032EEE74" w14:textId="77777777" w:rsidR="00065035" w:rsidRPr="00A4750F" w:rsidRDefault="00065035" w:rsidP="003F64D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 item type</w:t>
            </w:r>
          </w:p>
        </w:tc>
        <w:tc>
          <w:tcPr>
            <w:tcW w:w="4819" w:type="dxa"/>
            <w:shd w:val="clear" w:color="auto" w:fill="auto"/>
          </w:tcPr>
          <w:p w14:paraId="3A7E9BA7" w14:textId="77777777" w:rsidR="00065035" w:rsidRPr="00495E63" w:rsidRDefault="00065035" w:rsidP="003F64D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Net item </w:t>
            </w:r>
            <w:r w:rsidRPr="00495E63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276" w:type="dxa"/>
            <w:shd w:val="clear" w:color="auto" w:fill="auto"/>
          </w:tcPr>
          <w:p w14:paraId="26262266" w14:textId="77777777" w:rsidR="00065035" w:rsidRPr="00A4750F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4750F">
              <w:rPr>
                <w:rFonts w:ascii="Arial" w:hAnsi="Arial" w:cs="Arial"/>
                <w:sz w:val="20"/>
                <w:szCs w:val="20"/>
              </w:rPr>
              <w:t>ross</w:t>
            </w:r>
            <w:r>
              <w:rPr>
                <w:rFonts w:ascii="Arial" w:hAnsi="Arial" w:cs="Arial"/>
                <w:sz w:val="20"/>
                <w:szCs w:val="20"/>
              </w:rPr>
              <w:t xml:space="preserve"> (incl. VAT)</w:t>
            </w:r>
          </w:p>
        </w:tc>
        <w:tc>
          <w:tcPr>
            <w:tcW w:w="992" w:type="dxa"/>
            <w:shd w:val="clear" w:color="auto" w:fill="auto"/>
          </w:tcPr>
          <w:p w14:paraId="20026D89" w14:textId="77777777" w:rsidR="00065035" w:rsidRPr="00A4750F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VAT</w:t>
            </w:r>
          </w:p>
        </w:tc>
        <w:tc>
          <w:tcPr>
            <w:tcW w:w="851" w:type="dxa"/>
            <w:shd w:val="clear" w:color="auto" w:fill="auto"/>
          </w:tcPr>
          <w:p w14:paraId="1830E961" w14:textId="77777777" w:rsidR="00065035" w:rsidRPr="00A4750F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</w:t>
            </w:r>
          </w:p>
        </w:tc>
      </w:tr>
      <w:tr w:rsidR="00065035" w:rsidRPr="00495E63" w14:paraId="42148E2F" w14:textId="77777777" w:rsidTr="003F64D8">
        <w:tc>
          <w:tcPr>
            <w:tcW w:w="1418" w:type="dxa"/>
            <w:shd w:val="clear" w:color="auto" w:fill="auto"/>
          </w:tcPr>
          <w:p w14:paraId="706F5A81" w14:textId="7645E56F" w:rsidR="00065035" w:rsidRPr="00495E63" w:rsidRDefault="00225CE1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-M-</w:t>
            </w:r>
          </w:p>
        </w:tc>
        <w:tc>
          <w:tcPr>
            <w:tcW w:w="4819" w:type="dxa"/>
            <w:shd w:val="clear" w:color="auto" w:fill="auto"/>
          </w:tcPr>
          <w:p w14:paraId="7AEFF202" w14:textId="2768CE06" w:rsidR="00065035" w:rsidRPr="00495E63" w:rsidRDefault="00225CE1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liters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0B50"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sz w:val="20"/>
                <w:szCs w:val="20"/>
              </w:rPr>
              <w:t>transmission fluid</w:t>
            </w:r>
          </w:p>
        </w:tc>
        <w:tc>
          <w:tcPr>
            <w:tcW w:w="1276" w:type="dxa"/>
            <w:shd w:val="clear" w:color="auto" w:fill="auto"/>
          </w:tcPr>
          <w:p w14:paraId="62242D56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EC2AC3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F31519C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035" w:rsidRPr="00495E63" w14:paraId="519B1FD5" w14:textId="77777777" w:rsidTr="003F64D8">
        <w:tc>
          <w:tcPr>
            <w:tcW w:w="1418" w:type="dxa"/>
            <w:shd w:val="clear" w:color="auto" w:fill="auto"/>
          </w:tcPr>
          <w:p w14:paraId="299F89FA" w14:textId="5EB26B32" w:rsidR="00065035" w:rsidRPr="00495E63" w:rsidRDefault="00225CE1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-L-</w:t>
            </w:r>
          </w:p>
        </w:tc>
        <w:tc>
          <w:tcPr>
            <w:tcW w:w="4819" w:type="dxa"/>
            <w:shd w:val="clear" w:color="auto" w:fill="auto"/>
          </w:tcPr>
          <w:p w14:paraId="687CFAAF" w14:textId="66882098" w:rsidR="00065035" w:rsidRPr="00495E63" w:rsidRDefault="00225CE1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Overtime</w:t>
            </w:r>
          </w:p>
        </w:tc>
        <w:tc>
          <w:tcPr>
            <w:tcW w:w="1276" w:type="dxa"/>
            <w:shd w:val="clear" w:color="auto" w:fill="auto"/>
          </w:tcPr>
          <w:p w14:paraId="1DA9F4A0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C1A6AEE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C84E6E8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035" w:rsidRPr="00495E63" w14:paraId="7EA36E17" w14:textId="77777777" w:rsidTr="003F64D8">
        <w:tc>
          <w:tcPr>
            <w:tcW w:w="1418" w:type="dxa"/>
            <w:shd w:val="clear" w:color="auto" w:fill="auto"/>
          </w:tcPr>
          <w:p w14:paraId="47210825" w14:textId="110253F8" w:rsidR="00065035" w:rsidRPr="00495E63" w:rsidRDefault="00225CE1" w:rsidP="003F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-X-</w:t>
            </w:r>
          </w:p>
        </w:tc>
        <w:tc>
          <w:tcPr>
            <w:tcW w:w="4819" w:type="dxa"/>
            <w:shd w:val="clear" w:color="auto" w:fill="auto"/>
          </w:tcPr>
          <w:p w14:paraId="59423E25" w14:textId="58D813F5" w:rsidR="00065035" w:rsidRPr="00495E63" w:rsidRDefault="00225CE1" w:rsidP="003F64D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Uzbekistan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VAT</w:t>
            </w:r>
          </w:p>
        </w:tc>
        <w:tc>
          <w:tcPr>
            <w:tcW w:w="1276" w:type="dxa"/>
            <w:shd w:val="clear" w:color="auto" w:fill="auto"/>
          </w:tcPr>
          <w:p w14:paraId="5D56EEF3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B19D47D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8F9B50C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035" w:rsidRPr="00495E63" w14:paraId="57D7492C" w14:textId="77777777" w:rsidTr="003F64D8">
        <w:tc>
          <w:tcPr>
            <w:tcW w:w="1418" w:type="dxa"/>
            <w:shd w:val="clear" w:color="auto" w:fill="auto"/>
          </w:tcPr>
          <w:p w14:paraId="5EC3554D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06AC4903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A79A9FF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87B4E10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D6E9F05" w14:textId="77777777" w:rsidR="00065035" w:rsidRPr="00495E63" w:rsidRDefault="00065035" w:rsidP="003F64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F0C53" w14:textId="77777777" w:rsidR="00065035" w:rsidRPr="00744D6A" w:rsidRDefault="00065035" w:rsidP="00065035">
      <w:pPr>
        <w:rPr>
          <w:rFonts w:ascii="Arial" w:hAnsi="Arial" w:cs="Arial"/>
          <w:sz w:val="20"/>
          <w:szCs w:val="20"/>
        </w:rPr>
      </w:pPr>
    </w:p>
    <w:p w14:paraId="3D4A34CF" w14:textId="77777777" w:rsidR="00CF3ECB" w:rsidRDefault="00CF3ECB">
      <w:pPr>
        <w:rPr>
          <w:rFonts w:ascii="Arial" w:hAnsi="Arial" w:cs="Arial"/>
          <w:sz w:val="20"/>
          <w:szCs w:val="20"/>
          <w:lang w:val="en-US"/>
        </w:rPr>
      </w:pPr>
    </w:p>
    <w:p w14:paraId="64C2EB2F" w14:textId="3E1AE959" w:rsidR="00CF3ECB" w:rsidRPr="002C7E34" w:rsidRDefault="00CF3ECB" w:rsidP="00EA3FB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w:lastRenderedPageBreak/>
        <w:drawing>
          <wp:inline distT="0" distB="0" distL="0" distR="0" wp14:anchorId="52CB4075" wp14:editId="4D384BEA">
            <wp:extent cx="3007519" cy="4010025"/>
            <wp:effectExtent l="0" t="0" r="2540" b="0"/>
            <wp:docPr id="184426685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108" cy="4013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0B148" w14:textId="77777777" w:rsidR="004A02EC" w:rsidRPr="002C7E34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p w14:paraId="440DC4F0" w14:textId="0447F18B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p w14:paraId="623DDD6C" w14:textId="77777777" w:rsidR="002C7E34" w:rsidRDefault="002C7E34" w:rsidP="004A02EC">
      <w:pPr>
        <w:rPr>
          <w:rFonts w:ascii="Arial" w:hAnsi="Arial" w:cs="Arial"/>
          <w:sz w:val="20"/>
          <w:szCs w:val="20"/>
          <w:lang w:val="en-US"/>
        </w:rPr>
      </w:pPr>
    </w:p>
    <w:p w14:paraId="7E4C732C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p w14:paraId="50BBEE8C" w14:textId="77777777" w:rsidR="004E7849" w:rsidRDefault="004E7849" w:rsidP="004A02EC">
      <w:pPr>
        <w:rPr>
          <w:rFonts w:ascii="Arial" w:hAnsi="Arial" w:cs="Arial"/>
          <w:sz w:val="20"/>
          <w:szCs w:val="20"/>
          <w:lang w:val="en-US"/>
        </w:rPr>
      </w:pPr>
    </w:p>
    <w:p w14:paraId="1F8D6ADA" w14:textId="77777777" w:rsidR="00FB5498" w:rsidRPr="002C7E34" w:rsidRDefault="00FB5498">
      <w:pPr>
        <w:rPr>
          <w:rFonts w:ascii="Arial" w:hAnsi="Arial" w:cs="Arial"/>
          <w:sz w:val="20"/>
          <w:szCs w:val="20"/>
          <w:lang w:val="en-US"/>
        </w:rPr>
      </w:pPr>
    </w:p>
    <w:sectPr w:rsidR="00FB5498" w:rsidRPr="002C7E34" w:rsidSect="001C575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83BD8"/>
    <w:multiLevelType w:val="hybridMultilevel"/>
    <w:tmpl w:val="1D4E7A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7C08E7"/>
    <w:multiLevelType w:val="hybridMultilevel"/>
    <w:tmpl w:val="4FDE5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450349">
    <w:abstractNumId w:val="8"/>
  </w:num>
  <w:num w:numId="2" w16cid:durableId="782500180">
    <w:abstractNumId w:val="2"/>
  </w:num>
  <w:num w:numId="3" w16cid:durableId="770079617">
    <w:abstractNumId w:val="1"/>
  </w:num>
  <w:num w:numId="4" w16cid:durableId="380061245">
    <w:abstractNumId w:val="0"/>
  </w:num>
  <w:num w:numId="5" w16cid:durableId="84112043">
    <w:abstractNumId w:val="7"/>
  </w:num>
  <w:num w:numId="6" w16cid:durableId="604113869">
    <w:abstractNumId w:val="3"/>
  </w:num>
  <w:num w:numId="7" w16cid:durableId="2024354744">
    <w:abstractNumId w:val="5"/>
  </w:num>
  <w:num w:numId="8" w16cid:durableId="1330133397">
    <w:abstractNumId w:val="4"/>
  </w:num>
  <w:num w:numId="9" w16cid:durableId="440957348">
    <w:abstractNumId w:val="6"/>
  </w:num>
  <w:num w:numId="10" w16cid:durableId="19528586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95"/>
    <w:rsid w:val="00001C8E"/>
    <w:rsid w:val="00013636"/>
    <w:rsid w:val="00022609"/>
    <w:rsid w:val="00025A35"/>
    <w:rsid w:val="000330C0"/>
    <w:rsid w:val="00053988"/>
    <w:rsid w:val="00065035"/>
    <w:rsid w:val="00070A1F"/>
    <w:rsid w:val="000806A3"/>
    <w:rsid w:val="000B262D"/>
    <w:rsid w:val="000B3B15"/>
    <w:rsid w:val="000F0775"/>
    <w:rsid w:val="001000BA"/>
    <w:rsid w:val="00146F5A"/>
    <w:rsid w:val="001B1621"/>
    <w:rsid w:val="001C5757"/>
    <w:rsid w:val="002035AA"/>
    <w:rsid w:val="00211886"/>
    <w:rsid w:val="00225CE1"/>
    <w:rsid w:val="002432A5"/>
    <w:rsid w:val="00257795"/>
    <w:rsid w:val="00270979"/>
    <w:rsid w:val="00271D47"/>
    <w:rsid w:val="002C7E34"/>
    <w:rsid w:val="00366BC9"/>
    <w:rsid w:val="0037657A"/>
    <w:rsid w:val="00391E69"/>
    <w:rsid w:val="00394FBA"/>
    <w:rsid w:val="003B2495"/>
    <w:rsid w:val="003D6B98"/>
    <w:rsid w:val="003D79A0"/>
    <w:rsid w:val="003E287E"/>
    <w:rsid w:val="003E73BB"/>
    <w:rsid w:val="00412E81"/>
    <w:rsid w:val="00463133"/>
    <w:rsid w:val="00472250"/>
    <w:rsid w:val="004A02EC"/>
    <w:rsid w:val="004B709E"/>
    <w:rsid w:val="004C0695"/>
    <w:rsid w:val="004C09BE"/>
    <w:rsid w:val="004C1934"/>
    <w:rsid w:val="004E7124"/>
    <w:rsid w:val="004E7849"/>
    <w:rsid w:val="00507AC2"/>
    <w:rsid w:val="00556029"/>
    <w:rsid w:val="005967E0"/>
    <w:rsid w:val="005D51B9"/>
    <w:rsid w:val="005D7075"/>
    <w:rsid w:val="005F0B50"/>
    <w:rsid w:val="0065737B"/>
    <w:rsid w:val="00667A8E"/>
    <w:rsid w:val="0067162E"/>
    <w:rsid w:val="006858CB"/>
    <w:rsid w:val="006A12D3"/>
    <w:rsid w:val="006E07F0"/>
    <w:rsid w:val="006E21C0"/>
    <w:rsid w:val="00710AD7"/>
    <w:rsid w:val="00744D6A"/>
    <w:rsid w:val="007969C8"/>
    <w:rsid w:val="00812B0C"/>
    <w:rsid w:val="00820586"/>
    <w:rsid w:val="00840351"/>
    <w:rsid w:val="00862AB1"/>
    <w:rsid w:val="00874BB4"/>
    <w:rsid w:val="00881C44"/>
    <w:rsid w:val="00893F3C"/>
    <w:rsid w:val="008C664A"/>
    <w:rsid w:val="00912D3B"/>
    <w:rsid w:val="00924D0B"/>
    <w:rsid w:val="009343DA"/>
    <w:rsid w:val="00987ECC"/>
    <w:rsid w:val="009A23EE"/>
    <w:rsid w:val="009D0D06"/>
    <w:rsid w:val="00A14BBB"/>
    <w:rsid w:val="00A17456"/>
    <w:rsid w:val="00A367E0"/>
    <w:rsid w:val="00A4750F"/>
    <w:rsid w:val="00A564CC"/>
    <w:rsid w:val="00A656F9"/>
    <w:rsid w:val="00A83BA2"/>
    <w:rsid w:val="00AB4CC6"/>
    <w:rsid w:val="00AD0041"/>
    <w:rsid w:val="00B16374"/>
    <w:rsid w:val="00B53A39"/>
    <w:rsid w:val="00B72E22"/>
    <w:rsid w:val="00B852F8"/>
    <w:rsid w:val="00B876A2"/>
    <w:rsid w:val="00B926F6"/>
    <w:rsid w:val="00B92A64"/>
    <w:rsid w:val="00BA17AA"/>
    <w:rsid w:val="00BB1F03"/>
    <w:rsid w:val="00BF1629"/>
    <w:rsid w:val="00C27E56"/>
    <w:rsid w:val="00C34F0A"/>
    <w:rsid w:val="00C448E3"/>
    <w:rsid w:val="00C474D4"/>
    <w:rsid w:val="00C8385E"/>
    <w:rsid w:val="00C86384"/>
    <w:rsid w:val="00CA08F7"/>
    <w:rsid w:val="00CD2989"/>
    <w:rsid w:val="00CF0C2E"/>
    <w:rsid w:val="00CF1EF4"/>
    <w:rsid w:val="00CF3ECB"/>
    <w:rsid w:val="00D3775A"/>
    <w:rsid w:val="00D52F89"/>
    <w:rsid w:val="00D5751E"/>
    <w:rsid w:val="00DB257A"/>
    <w:rsid w:val="00DD4416"/>
    <w:rsid w:val="00DE46D0"/>
    <w:rsid w:val="00E026CB"/>
    <w:rsid w:val="00E2222D"/>
    <w:rsid w:val="00E60C5A"/>
    <w:rsid w:val="00E76CBD"/>
    <w:rsid w:val="00EA3FBB"/>
    <w:rsid w:val="00EA5905"/>
    <w:rsid w:val="00ED1C05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yangweih@yutong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erter@dgs-mainz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4</Pages>
  <Words>662</Words>
  <Characters>4171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4824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11</cp:revision>
  <cp:lastPrinted>2023-06-05T11:57:00Z</cp:lastPrinted>
  <dcterms:created xsi:type="dcterms:W3CDTF">2023-06-29T14:52:00Z</dcterms:created>
  <dcterms:modified xsi:type="dcterms:W3CDTF">2024-02-08T09:14:00Z</dcterms:modified>
</cp:coreProperties>
</file>